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19815" w14:textId="253EB9A8" w:rsidR="000D55F1" w:rsidRPr="0018513B" w:rsidRDefault="00DA6320" w:rsidP="00491B64">
      <w:pPr>
        <w:suppressAutoHyphens w:val="0"/>
        <w:autoSpaceDN/>
        <w:spacing w:after="0" w:line="360" w:lineRule="auto"/>
        <w:textAlignment w:val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E59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Znak sprawy: </w:t>
      </w:r>
      <w:r w:rsidR="003F22A7" w:rsidRPr="001E5949">
        <w:rPr>
          <w:rFonts w:ascii="Arial" w:eastAsia="Times New Roman" w:hAnsi="Arial" w:cs="Arial"/>
          <w:bCs/>
          <w:sz w:val="24"/>
          <w:szCs w:val="24"/>
          <w:lang w:eastAsia="pl-PL"/>
        </w:rPr>
        <w:t>ORG</w:t>
      </w:r>
      <w:r w:rsidR="00957091" w:rsidRPr="001E5949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E4395B" w:rsidRPr="001E5949">
        <w:rPr>
          <w:rFonts w:ascii="Arial" w:eastAsia="Times New Roman" w:hAnsi="Arial" w:cs="Arial"/>
          <w:bCs/>
          <w:sz w:val="24"/>
          <w:szCs w:val="24"/>
          <w:lang w:eastAsia="pl-PL"/>
        </w:rPr>
        <w:t>24.2</w:t>
      </w:r>
      <w:r w:rsidR="00991E01">
        <w:rPr>
          <w:rFonts w:ascii="Arial" w:eastAsia="Times New Roman" w:hAnsi="Arial" w:cs="Arial"/>
          <w:bCs/>
          <w:sz w:val="24"/>
          <w:szCs w:val="24"/>
          <w:lang w:eastAsia="pl-PL"/>
        </w:rPr>
        <w:t>.35</w:t>
      </w:r>
      <w:r w:rsidR="00E4395B" w:rsidRPr="001E5949">
        <w:rPr>
          <w:rFonts w:ascii="Arial" w:eastAsia="Times New Roman" w:hAnsi="Arial" w:cs="Arial"/>
          <w:bCs/>
          <w:sz w:val="24"/>
          <w:szCs w:val="24"/>
          <w:lang w:eastAsia="pl-PL"/>
        </w:rPr>
        <w:t>.2025.</w:t>
      </w:r>
      <w:r w:rsidR="00957091" w:rsidRPr="001E5949">
        <w:rPr>
          <w:rFonts w:ascii="Arial" w:eastAsia="Times New Roman" w:hAnsi="Arial" w:cs="Arial"/>
          <w:bCs/>
          <w:sz w:val="24"/>
          <w:szCs w:val="24"/>
          <w:lang w:eastAsia="pl-PL"/>
        </w:rPr>
        <w:t>KK</w:t>
      </w:r>
    </w:p>
    <w:p w14:paraId="43DD2067" w14:textId="49EACA2A" w:rsidR="00651C6D" w:rsidRPr="0018513B" w:rsidRDefault="00651C6D" w:rsidP="00491B64">
      <w:pPr>
        <w:suppressAutoHyphens w:val="0"/>
        <w:autoSpaceDN/>
        <w:spacing w:after="240" w:line="360" w:lineRule="auto"/>
        <w:textAlignment w:val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8513B">
        <w:rPr>
          <w:rFonts w:ascii="Arial" w:eastAsia="Times New Roman" w:hAnsi="Arial" w:cs="Arial"/>
          <w:bCs/>
          <w:sz w:val="24"/>
          <w:szCs w:val="24"/>
          <w:lang w:eastAsia="pl-PL"/>
        </w:rPr>
        <w:t>Załącznik nr 2 do Zaproszenia do składnia ofert – Formularz ofertowy</w:t>
      </w:r>
    </w:p>
    <w:p w14:paraId="0929BB13" w14:textId="17B82161" w:rsidR="001F06AA" w:rsidRPr="0018513B" w:rsidRDefault="005477C2" w:rsidP="00491B64">
      <w:pPr>
        <w:suppressAutoHyphens w:val="0"/>
        <w:autoSpaceDN/>
        <w:spacing w:after="0" w:line="360" w:lineRule="auto"/>
        <w:textAlignment w:val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8513B">
        <w:rPr>
          <w:rFonts w:ascii="Arial" w:eastAsia="Times New Roman" w:hAnsi="Arial" w:cs="Arial"/>
          <w:b/>
          <w:sz w:val="24"/>
          <w:szCs w:val="24"/>
          <w:lang w:eastAsia="pl-PL"/>
        </w:rPr>
        <w:t>FORMUL</w:t>
      </w:r>
      <w:r w:rsidR="00781B0C" w:rsidRPr="0018513B">
        <w:rPr>
          <w:rFonts w:ascii="Arial" w:eastAsia="Times New Roman" w:hAnsi="Arial" w:cs="Arial"/>
          <w:b/>
          <w:sz w:val="24"/>
          <w:szCs w:val="24"/>
          <w:lang w:eastAsia="pl-PL"/>
        </w:rPr>
        <w:t>A</w:t>
      </w:r>
      <w:r w:rsidRPr="0018513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RZ </w:t>
      </w:r>
      <w:r w:rsidR="00376EFE" w:rsidRPr="0018513B">
        <w:rPr>
          <w:rFonts w:ascii="Arial" w:eastAsia="Times New Roman" w:hAnsi="Arial" w:cs="Arial"/>
          <w:b/>
          <w:sz w:val="24"/>
          <w:szCs w:val="24"/>
          <w:lang w:eastAsia="pl-PL"/>
        </w:rPr>
        <w:t>OFERTOWY</w:t>
      </w:r>
    </w:p>
    <w:p w14:paraId="5D0952FF" w14:textId="00FDAB40" w:rsidR="00965E26" w:rsidRPr="0018513B" w:rsidRDefault="00EA54FC" w:rsidP="00491B64">
      <w:pPr>
        <w:suppressAutoHyphens w:val="0"/>
        <w:autoSpaceDN/>
        <w:spacing w:after="120" w:line="360" w:lineRule="auto"/>
        <w:textAlignment w:val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Zakup</w:t>
      </w:r>
      <w:r w:rsidR="0013046A" w:rsidRPr="0013046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regałów archiwalnych jezdnych w systemie przesuwnym na potrzeby Lubelskiej Agencji Wspierania Przedsiębiorczości w Lublinie</w:t>
      </w:r>
    </w:p>
    <w:p w14:paraId="29CC21C6" w14:textId="50CC6977" w:rsidR="001F06AA" w:rsidRPr="0018513B" w:rsidRDefault="001F06AA" w:rsidP="00491B64">
      <w:pPr>
        <w:tabs>
          <w:tab w:val="right" w:pos="2268"/>
          <w:tab w:val="right" w:leader="dot" w:pos="907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18513B">
        <w:rPr>
          <w:rFonts w:ascii="Arial" w:hAnsi="Arial" w:cs="Arial"/>
          <w:sz w:val="24"/>
          <w:szCs w:val="24"/>
        </w:rPr>
        <w:t>Nazwa Wykonawcy</w:t>
      </w:r>
      <w:r w:rsidR="00653ED6" w:rsidRPr="0018513B">
        <w:rPr>
          <w:rFonts w:ascii="Arial" w:hAnsi="Arial" w:cs="Arial"/>
          <w:sz w:val="24"/>
          <w:szCs w:val="24"/>
        </w:rPr>
        <w:tab/>
      </w:r>
      <w:r w:rsidR="00653ED6" w:rsidRPr="0018513B">
        <w:rPr>
          <w:rFonts w:ascii="Arial" w:hAnsi="Arial" w:cs="Arial"/>
          <w:sz w:val="24"/>
          <w:szCs w:val="24"/>
        </w:rPr>
        <w:tab/>
      </w:r>
    </w:p>
    <w:p w14:paraId="7B1F8B45" w14:textId="5983374B" w:rsidR="001F06AA" w:rsidRPr="0018513B" w:rsidRDefault="001F06AA" w:rsidP="00491B64">
      <w:pPr>
        <w:tabs>
          <w:tab w:val="right" w:pos="2268"/>
          <w:tab w:val="right" w:leader="dot" w:pos="907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18513B">
        <w:rPr>
          <w:rFonts w:ascii="Arial" w:hAnsi="Arial" w:cs="Arial"/>
          <w:sz w:val="24"/>
          <w:szCs w:val="24"/>
        </w:rPr>
        <w:t>Adres Wykonawcy</w:t>
      </w:r>
      <w:r w:rsidR="00653ED6" w:rsidRPr="0018513B">
        <w:rPr>
          <w:rFonts w:ascii="Arial" w:hAnsi="Arial" w:cs="Arial"/>
          <w:sz w:val="24"/>
          <w:szCs w:val="24"/>
        </w:rPr>
        <w:tab/>
      </w:r>
      <w:r w:rsidR="00653ED6" w:rsidRPr="0018513B">
        <w:rPr>
          <w:rFonts w:ascii="Arial" w:hAnsi="Arial" w:cs="Arial"/>
          <w:sz w:val="24"/>
          <w:szCs w:val="24"/>
        </w:rPr>
        <w:tab/>
      </w:r>
    </w:p>
    <w:p w14:paraId="11D69E4D" w14:textId="5683BC85" w:rsidR="001F06AA" w:rsidRPr="0018513B" w:rsidRDefault="00F30E79" w:rsidP="00491B64">
      <w:pPr>
        <w:tabs>
          <w:tab w:val="right" w:pos="2268"/>
          <w:tab w:val="right" w:leader="dot" w:pos="907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18513B">
        <w:rPr>
          <w:rFonts w:ascii="Arial" w:hAnsi="Arial" w:cs="Arial"/>
          <w:sz w:val="24"/>
          <w:szCs w:val="24"/>
        </w:rPr>
        <w:t>Numer telefonu</w:t>
      </w:r>
      <w:r w:rsidR="00653ED6" w:rsidRPr="0018513B">
        <w:rPr>
          <w:rFonts w:ascii="Arial" w:hAnsi="Arial" w:cs="Arial"/>
          <w:sz w:val="24"/>
          <w:szCs w:val="24"/>
        </w:rPr>
        <w:tab/>
      </w:r>
      <w:r w:rsidR="00653ED6" w:rsidRPr="0018513B">
        <w:rPr>
          <w:rFonts w:ascii="Arial" w:hAnsi="Arial" w:cs="Arial"/>
          <w:sz w:val="24"/>
          <w:szCs w:val="24"/>
        </w:rPr>
        <w:tab/>
      </w:r>
    </w:p>
    <w:p w14:paraId="6EC13466" w14:textId="3C27B5E9" w:rsidR="00596400" w:rsidRPr="0018513B" w:rsidRDefault="00F30E79" w:rsidP="00491B64">
      <w:pPr>
        <w:tabs>
          <w:tab w:val="right" w:pos="2268"/>
          <w:tab w:val="right" w:leader="dot" w:pos="9072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18513B">
        <w:rPr>
          <w:rFonts w:ascii="Arial" w:hAnsi="Arial" w:cs="Arial"/>
          <w:sz w:val="24"/>
          <w:szCs w:val="24"/>
        </w:rPr>
        <w:t xml:space="preserve">Adres </w:t>
      </w:r>
      <w:r w:rsidR="001F06AA" w:rsidRPr="0018513B">
        <w:rPr>
          <w:rFonts w:ascii="Arial" w:hAnsi="Arial" w:cs="Arial"/>
          <w:sz w:val="24"/>
          <w:szCs w:val="24"/>
        </w:rPr>
        <w:t>e-mail</w:t>
      </w:r>
      <w:r w:rsidR="00653ED6" w:rsidRPr="0018513B">
        <w:rPr>
          <w:rFonts w:ascii="Arial" w:hAnsi="Arial" w:cs="Arial"/>
          <w:sz w:val="24"/>
          <w:szCs w:val="24"/>
        </w:rPr>
        <w:tab/>
      </w:r>
      <w:r w:rsidR="00653ED6" w:rsidRPr="0018513B">
        <w:rPr>
          <w:rFonts w:ascii="Arial" w:hAnsi="Arial" w:cs="Arial"/>
          <w:sz w:val="24"/>
          <w:szCs w:val="24"/>
        </w:rPr>
        <w:tab/>
      </w:r>
    </w:p>
    <w:p w14:paraId="3533F00F" w14:textId="73F0613E" w:rsidR="008B30CB" w:rsidRDefault="00720E5E" w:rsidP="00491B64">
      <w:pPr>
        <w:tabs>
          <w:tab w:val="left" w:leader="dot" w:pos="9072"/>
        </w:tabs>
        <w:autoSpaceDE w:val="0"/>
        <w:adjustRightInd w:val="0"/>
        <w:spacing w:before="240" w:after="0" w:line="360" w:lineRule="auto"/>
        <w:textAlignment w:val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3F5EB1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Cena netto</w:t>
      </w:r>
      <w:r w:rsidR="00870568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:</w:t>
      </w:r>
      <w:r w:rsidR="00870568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</w:r>
    </w:p>
    <w:p w14:paraId="025B9A4A" w14:textId="6E70D1FB" w:rsidR="00870568" w:rsidRDefault="00870568" w:rsidP="00491B64">
      <w:pPr>
        <w:tabs>
          <w:tab w:val="left" w:leader="dot" w:pos="9072"/>
        </w:tabs>
        <w:autoSpaceDE w:val="0"/>
        <w:adjustRightInd w:val="0"/>
        <w:spacing w:before="240" w:after="0" w:line="360" w:lineRule="auto"/>
        <w:textAlignment w:val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(słownie:</w:t>
      </w: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</w:r>
      <w:r w:rsidR="004D4183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)</w:t>
      </w:r>
    </w:p>
    <w:p w14:paraId="5FAE13F6" w14:textId="533AFB78" w:rsidR="00870568" w:rsidRDefault="00870568" w:rsidP="00491B64">
      <w:pPr>
        <w:tabs>
          <w:tab w:val="left" w:leader="dot" w:pos="9072"/>
        </w:tabs>
        <w:autoSpaceDE w:val="0"/>
        <w:adjustRightInd w:val="0"/>
        <w:spacing w:before="240" w:after="0" w:line="360" w:lineRule="auto"/>
        <w:textAlignment w:val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Cena brutto:</w:t>
      </w:r>
      <w:r w:rsidR="004D4183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</w:r>
    </w:p>
    <w:p w14:paraId="39EDE745" w14:textId="0F776938" w:rsidR="00870568" w:rsidRPr="003F5EB1" w:rsidRDefault="00870568" w:rsidP="00491B64">
      <w:pPr>
        <w:tabs>
          <w:tab w:val="left" w:leader="dot" w:pos="9072"/>
        </w:tabs>
        <w:autoSpaceDE w:val="0"/>
        <w:adjustRightInd w:val="0"/>
        <w:spacing w:before="240" w:after="0" w:line="360" w:lineRule="auto"/>
        <w:textAlignment w:val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(słownie:</w:t>
      </w:r>
      <w:r w:rsidR="004D4183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  <w:t>)</w:t>
      </w:r>
    </w:p>
    <w:p w14:paraId="66111653" w14:textId="665DD89D" w:rsidR="008C2F61" w:rsidRPr="0018513B" w:rsidRDefault="008C2F61" w:rsidP="00491B64">
      <w:pPr>
        <w:autoSpaceDE w:val="0"/>
        <w:adjustRightInd w:val="0"/>
        <w:spacing w:before="240" w:after="0" w:line="360" w:lineRule="auto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18513B">
        <w:rPr>
          <w:rFonts w:ascii="Arial" w:eastAsia="Times New Roman" w:hAnsi="Arial" w:cs="Arial"/>
          <w:sz w:val="24"/>
          <w:szCs w:val="24"/>
          <w:lang w:eastAsia="ar-SA"/>
        </w:rPr>
        <w:t>Oświadczam/-y, że:</w:t>
      </w:r>
    </w:p>
    <w:p w14:paraId="339D0688" w14:textId="7DAA42D5" w:rsidR="00F30E79" w:rsidRPr="0018513B" w:rsidRDefault="008C2F61" w:rsidP="00491B64">
      <w:pPr>
        <w:pStyle w:val="Akapitzlist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lang w:eastAsia="ar-SA"/>
        </w:rPr>
      </w:pPr>
      <w:r w:rsidRPr="0018513B">
        <w:rPr>
          <w:rFonts w:ascii="Arial" w:hAnsi="Arial" w:cs="Arial"/>
          <w:lang w:eastAsia="ar-SA"/>
        </w:rPr>
        <w:t xml:space="preserve">akceptuję/-my opis przedmiotu zamówienia i </w:t>
      </w:r>
      <w:r w:rsidR="0098730D">
        <w:rPr>
          <w:rFonts w:ascii="Arial" w:hAnsi="Arial" w:cs="Arial"/>
          <w:lang w:eastAsia="ar-SA"/>
        </w:rPr>
        <w:t xml:space="preserve">wzór umowy i </w:t>
      </w:r>
      <w:r w:rsidRPr="0018513B">
        <w:rPr>
          <w:rFonts w:ascii="Arial" w:hAnsi="Arial" w:cs="Arial"/>
          <w:lang w:eastAsia="ar-SA"/>
        </w:rPr>
        <w:t>w przypadku udzielenia mi/nam zamówienia, wykonam/-my je na warunkach i w terminach określonych w ty</w:t>
      </w:r>
      <w:r w:rsidR="0098730D">
        <w:rPr>
          <w:rFonts w:ascii="Arial" w:hAnsi="Arial" w:cs="Arial"/>
          <w:lang w:eastAsia="ar-SA"/>
        </w:rPr>
        <w:t>ch</w:t>
      </w:r>
      <w:r w:rsidRPr="0018513B">
        <w:rPr>
          <w:rFonts w:ascii="Arial" w:hAnsi="Arial" w:cs="Arial"/>
          <w:lang w:eastAsia="ar-SA"/>
        </w:rPr>
        <w:t xml:space="preserve"> dokumen</w:t>
      </w:r>
      <w:r w:rsidR="0098730D">
        <w:rPr>
          <w:rFonts w:ascii="Arial" w:hAnsi="Arial" w:cs="Arial"/>
          <w:lang w:eastAsia="ar-SA"/>
        </w:rPr>
        <w:t>tach</w:t>
      </w:r>
      <w:r w:rsidRPr="0018513B">
        <w:rPr>
          <w:rFonts w:ascii="Arial" w:hAnsi="Arial" w:cs="Arial"/>
          <w:lang w:eastAsia="ar-SA"/>
        </w:rPr>
        <w:t>.</w:t>
      </w:r>
    </w:p>
    <w:p w14:paraId="135A5370" w14:textId="2A106B7F" w:rsidR="008C2F61" w:rsidRPr="0018513B" w:rsidRDefault="008C2F61" w:rsidP="00491B64">
      <w:pPr>
        <w:pStyle w:val="Akapitzlist"/>
        <w:numPr>
          <w:ilvl w:val="0"/>
          <w:numId w:val="5"/>
        </w:numPr>
        <w:autoSpaceDE w:val="0"/>
        <w:spacing w:after="360" w:line="360" w:lineRule="auto"/>
        <w:ind w:left="714" w:hanging="357"/>
        <w:contextualSpacing w:val="0"/>
        <w:rPr>
          <w:rFonts w:ascii="Arial" w:hAnsi="Arial" w:cs="Arial"/>
          <w:lang w:eastAsia="ar-SA"/>
        </w:rPr>
      </w:pPr>
      <w:r w:rsidRPr="0018513B">
        <w:rPr>
          <w:rFonts w:ascii="Arial" w:hAnsi="Arial" w:cs="Arial"/>
          <w:lang w:eastAsia="ar-SA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18513B">
        <w:rPr>
          <w:rFonts w:ascii="Arial" w:hAnsi="Arial" w:cs="Arial"/>
          <w:vertAlign w:val="superscript"/>
        </w:rPr>
        <w:footnoteReference w:id="1"/>
      </w:r>
    </w:p>
    <w:p w14:paraId="046C9B09" w14:textId="62CC01B7" w:rsidR="008C2F61" w:rsidRPr="0098730D" w:rsidRDefault="0064635E" w:rsidP="00491B64">
      <w:pPr>
        <w:tabs>
          <w:tab w:val="left" w:leader="dot" w:pos="3402"/>
        </w:tabs>
        <w:suppressAutoHyphens w:val="0"/>
        <w:autoSpaceDN/>
        <w:spacing w:after="0" w:line="360" w:lineRule="auto"/>
        <w:contextualSpacing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 w:rsidRPr="0098730D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633E98FB" w14:textId="59DAF058" w:rsidR="0064635E" w:rsidRPr="0098730D" w:rsidRDefault="0064635E" w:rsidP="00491B64">
      <w:pPr>
        <w:tabs>
          <w:tab w:val="left" w:leader="dot" w:pos="3402"/>
        </w:tabs>
        <w:suppressAutoHyphens w:val="0"/>
        <w:autoSpaceDN/>
        <w:spacing w:after="0" w:line="360" w:lineRule="auto"/>
        <w:jc w:val="both"/>
        <w:textAlignment w:val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8730D">
        <w:rPr>
          <w:rFonts w:ascii="Arial" w:eastAsia="Times New Roman" w:hAnsi="Arial" w:cs="Arial"/>
          <w:bCs/>
          <w:sz w:val="24"/>
          <w:szCs w:val="24"/>
          <w:lang w:eastAsia="pl-PL"/>
        </w:rPr>
        <w:t>(miejsce, data)</w:t>
      </w:r>
    </w:p>
    <w:p w14:paraId="5575BC5B" w14:textId="5C847E3B" w:rsidR="0064635E" w:rsidRPr="0098730D" w:rsidRDefault="00A60BCF" w:rsidP="00491B64">
      <w:pPr>
        <w:tabs>
          <w:tab w:val="left" w:leader="dot" w:pos="3402"/>
        </w:tabs>
        <w:suppressAutoHyphens w:val="0"/>
        <w:autoSpaceDN/>
        <w:spacing w:after="0" w:line="360" w:lineRule="auto"/>
        <w:contextualSpacing/>
        <w:jc w:val="both"/>
        <w:textAlignment w:val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br/>
      </w:r>
      <w:r w:rsidR="0064635E" w:rsidRPr="0098730D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3BF88D5" w14:textId="1310BA30" w:rsidR="00AA1570" w:rsidRPr="00A60BCF" w:rsidRDefault="00F30E79" w:rsidP="00491B64">
      <w:pPr>
        <w:suppressAutoHyphens w:val="0"/>
        <w:autoSpaceDN/>
        <w:spacing w:after="0" w:line="360" w:lineRule="auto"/>
        <w:contextualSpacing/>
        <w:jc w:val="both"/>
        <w:textAlignment w:val="auto"/>
        <w:rPr>
          <w:rFonts w:ascii="Arial" w:eastAsia="Times New Roman" w:hAnsi="Arial" w:cs="Arial"/>
          <w:sz w:val="32"/>
          <w:szCs w:val="32"/>
          <w:lang w:eastAsia="pl-PL"/>
        </w:rPr>
      </w:pPr>
      <w:r w:rsidRPr="00A60BCF">
        <w:rPr>
          <w:rFonts w:ascii="Arial" w:eastAsia="Times New Roman" w:hAnsi="Arial" w:cs="Arial"/>
          <w:sz w:val="24"/>
          <w:szCs w:val="24"/>
          <w:lang w:eastAsia="pl-PL"/>
        </w:rPr>
        <w:t>(podpis zgodnie z rozdziałem V. Zaproszenia do składania ofert)</w:t>
      </w:r>
    </w:p>
    <w:sectPr w:rsidR="00AA1570" w:rsidRPr="00A60BCF" w:rsidSect="00337D80">
      <w:headerReference w:type="default" r:id="rId8"/>
      <w:footerReference w:type="default" r:id="rId9"/>
      <w:pgSz w:w="11906" w:h="16838"/>
      <w:pgMar w:top="1843" w:right="1417" w:bottom="142" w:left="127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ECEA8" w14:textId="77777777" w:rsidR="00D97665" w:rsidRDefault="00D97665" w:rsidP="00EE7D7D">
      <w:r>
        <w:separator/>
      </w:r>
    </w:p>
  </w:endnote>
  <w:endnote w:type="continuationSeparator" w:id="0">
    <w:p w14:paraId="29537868" w14:textId="77777777" w:rsidR="00D97665" w:rsidRDefault="00D97665" w:rsidP="00EE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32593" w14:textId="3537E460" w:rsidR="00AB35BC" w:rsidRDefault="00AB35BC">
    <w:pPr>
      <w:pStyle w:val="Stopka"/>
      <w:jc w:val="right"/>
    </w:pPr>
    <w:r>
      <w:t xml:space="preserve">  </w:t>
    </w:r>
    <w:r w:rsidRPr="00CE2DE6">
      <w:rPr>
        <w:noProof/>
      </w:rPr>
      <w:drawing>
        <wp:inline distT="0" distB="0" distL="0" distR="0" wp14:anchorId="08BA59B5" wp14:editId="70101D10">
          <wp:extent cx="5172075" cy="547310"/>
          <wp:effectExtent l="0" t="0" r="0" b="5715"/>
          <wp:docPr id="1521467839" name="Obraz 152146783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0475781" name="Obraz 157047578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6385" cy="5519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sdt>
      <w:sdtPr>
        <w:id w:val="-1511602608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3D552B79" w14:textId="502B2ACE" w:rsidR="00EE7D7D" w:rsidRPr="00EE7D7D" w:rsidRDefault="00EE7D7D" w:rsidP="007A2E2C">
    <w:pPr>
      <w:autoSpaceDE w:val="0"/>
      <w:adjustRightInd w:val="0"/>
      <w:spacing w:line="360" w:lineRule="auto"/>
      <w:jc w:val="center"/>
      <w:rPr>
        <w:rFonts w:ascii="Arial" w:hAnsi="Arial" w:cs="Arial"/>
        <w:b/>
        <w:i/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B95E8" w14:textId="77777777" w:rsidR="00D97665" w:rsidRDefault="00D97665" w:rsidP="00EE7D7D">
      <w:r>
        <w:separator/>
      </w:r>
    </w:p>
  </w:footnote>
  <w:footnote w:type="continuationSeparator" w:id="0">
    <w:p w14:paraId="78FB45C1" w14:textId="77777777" w:rsidR="00D97665" w:rsidRDefault="00D97665" w:rsidP="00EE7D7D">
      <w:r>
        <w:continuationSeparator/>
      </w:r>
    </w:p>
  </w:footnote>
  <w:footnote w:id="1">
    <w:p w14:paraId="0B3FBC1E" w14:textId="77777777" w:rsidR="008C2F61" w:rsidRDefault="008C2F61" w:rsidP="008C2F61">
      <w:pPr>
        <w:pStyle w:val="Tekstprzypisudolnego"/>
      </w:pPr>
      <w:r w:rsidRPr="00AD7ED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D7ED3">
        <w:rPr>
          <w:rFonts w:ascii="Arial" w:hAnsi="Arial" w:cs="Arial"/>
          <w:sz w:val="16"/>
          <w:szCs w:val="16"/>
        </w:rPr>
        <w:t xml:space="preserve"> Nie dotyczy przypadku gdy wykonawca nie przekazuje danych osobowych innych niż bezpośrednio jego dotyczących lub zachodzi wyłączenie stosowania obowiązku informacyjnego, stosownie do art. 13 ust. 4 lub art. 14 ust. 5 RODO.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24523" w14:textId="77777777" w:rsidR="00CE100E" w:rsidRDefault="00067EE1" w:rsidP="00112823">
    <w:pPr>
      <w:spacing w:after="0"/>
      <w:jc w:val="right"/>
      <w:rPr>
        <w:rFonts w:ascii="Arial" w:hAnsi="Arial" w:cs="Arial"/>
        <w:sz w:val="16"/>
      </w:rPr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07243B3B" wp14:editId="7A0066EA">
          <wp:simplePos x="0" y="0"/>
          <wp:positionH relativeFrom="column">
            <wp:posOffset>13970</wp:posOffset>
          </wp:positionH>
          <wp:positionV relativeFrom="paragraph">
            <wp:posOffset>-5080</wp:posOffset>
          </wp:positionV>
          <wp:extent cx="1485900" cy="690880"/>
          <wp:effectExtent l="19050" t="0" r="0" b="0"/>
          <wp:wrapNone/>
          <wp:docPr id="819999810" name="Obraz 819999810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31C30FC8" w14:textId="77777777" w:rsidR="00CE100E" w:rsidRDefault="00CE100E" w:rsidP="00112823">
    <w:pPr>
      <w:spacing w:after="0"/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23412ABF" w14:textId="77777777" w:rsidR="00CE100E" w:rsidRPr="0052214A" w:rsidRDefault="00CE100E" w:rsidP="00112823">
    <w:pPr>
      <w:spacing w:after="0"/>
      <w:jc w:val="right"/>
      <w:rPr>
        <w:rFonts w:ascii="Arial" w:hAnsi="Arial" w:cs="Arial"/>
        <w:sz w:val="16"/>
        <w:lang w:val="en-US"/>
      </w:rPr>
    </w:pPr>
    <w:r w:rsidRPr="0052214A">
      <w:rPr>
        <w:rFonts w:ascii="Arial" w:hAnsi="Arial" w:cs="Arial"/>
        <w:sz w:val="16"/>
        <w:lang w:val="en-US"/>
      </w:rPr>
      <w:t>fax 81 462 38 40</w:t>
    </w:r>
  </w:p>
  <w:p w14:paraId="1611B8FB" w14:textId="77777777" w:rsidR="00CE100E" w:rsidRPr="0052214A" w:rsidRDefault="00CE100E" w:rsidP="00112823">
    <w:pPr>
      <w:spacing w:after="0"/>
      <w:jc w:val="right"/>
      <w:rPr>
        <w:rFonts w:ascii="Arial" w:hAnsi="Arial" w:cs="Arial"/>
        <w:sz w:val="16"/>
        <w:lang w:val="de-DE"/>
      </w:rPr>
    </w:pPr>
    <w:proofErr w:type="spellStart"/>
    <w:r w:rsidRPr="0052214A">
      <w:rPr>
        <w:rFonts w:ascii="Arial" w:hAnsi="Arial" w:cs="Arial"/>
        <w:sz w:val="16"/>
        <w:lang w:val="de-DE"/>
      </w:rPr>
      <w:t>e-mail</w:t>
    </w:r>
    <w:proofErr w:type="spellEnd"/>
    <w:r w:rsidRPr="0052214A">
      <w:rPr>
        <w:rFonts w:ascii="Arial" w:hAnsi="Arial" w:cs="Arial"/>
        <w:sz w:val="16"/>
        <w:lang w:val="de-DE"/>
      </w:rPr>
      <w:t xml:space="preserve">: </w:t>
    </w:r>
    <w:hyperlink r:id="rId2" w:history="1">
      <w:r w:rsidR="00C64274" w:rsidRPr="0052214A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40F2359F" w14:textId="54BCBCD2" w:rsidR="00C64274" w:rsidRDefault="00C64274" w:rsidP="00112823">
    <w:pPr>
      <w:spacing w:after="0"/>
      <w:jc w:val="right"/>
      <w:rPr>
        <w:rFonts w:ascii="Arial" w:hAnsi="Arial" w:cs="Arial"/>
        <w:sz w:val="16"/>
        <w:lang w:val="de-DE"/>
      </w:rPr>
    </w:pPr>
    <w:r>
      <w:rPr>
        <w:rFonts w:ascii="Arial" w:hAnsi="Arial" w:cs="Arial"/>
        <w:sz w:val="16"/>
        <w:lang w:val="de-DE"/>
      </w:rPr>
      <w:t>www.</w:t>
    </w:r>
    <w:r w:rsidR="0052214A">
      <w:rPr>
        <w:rFonts w:ascii="Arial" w:hAnsi="Arial" w:cs="Arial"/>
        <w:sz w:val="16"/>
        <w:lang w:val="de-DE"/>
      </w:rPr>
      <w:t>fundusze</w:t>
    </w:r>
    <w:r w:rsidR="009A66CE">
      <w:rPr>
        <w:rFonts w:ascii="Arial" w:hAnsi="Arial" w:cs="Arial"/>
        <w:sz w:val="16"/>
        <w:lang w:val="de-DE"/>
      </w:rPr>
      <w:t>UE</w:t>
    </w:r>
    <w:r>
      <w:rPr>
        <w:rFonts w:ascii="Arial" w:hAnsi="Arial" w:cs="Arial"/>
        <w:sz w:val="16"/>
        <w:lang w:val="de-DE"/>
      </w:rPr>
      <w:t>.lubelskie.pl</w:t>
    </w:r>
  </w:p>
  <w:p w14:paraId="44A7CDA6" w14:textId="77777777" w:rsidR="00CE100E" w:rsidRPr="00CE100E" w:rsidRDefault="00B97AA4" w:rsidP="00CE100E">
    <w:pPr>
      <w:pStyle w:val="Nagwek"/>
      <w:tabs>
        <w:tab w:val="clear" w:pos="4536"/>
      </w:tabs>
      <w:rPr>
        <w:lang w:val="de-D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0723B2EE" wp14:editId="3FE8AEBF">
              <wp:simplePos x="0" y="0"/>
              <wp:positionH relativeFrom="column">
                <wp:align>center</wp:align>
              </wp:positionH>
              <wp:positionV relativeFrom="paragraph">
                <wp:posOffset>111760</wp:posOffset>
              </wp:positionV>
              <wp:extent cx="6826250" cy="0"/>
              <wp:effectExtent l="9525" t="6985" r="12700" b="12065"/>
              <wp:wrapNone/>
              <wp:docPr id="2" name="Line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6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920C9A" id="Line 3" o:spid="_x0000_s1026" alt="&quot;&quot;" style="position:absolute;z-index:25166080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C74B5"/>
    <w:multiLevelType w:val="hybridMultilevel"/>
    <w:tmpl w:val="16307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A1550"/>
    <w:multiLevelType w:val="hybridMultilevel"/>
    <w:tmpl w:val="B002DB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887464"/>
    <w:multiLevelType w:val="hybridMultilevel"/>
    <w:tmpl w:val="C6903DDA"/>
    <w:lvl w:ilvl="0" w:tplc="D9B23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76A3E"/>
    <w:multiLevelType w:val="hybridMultilevel"/>
    <w:tmpl w:val="16307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2685D"/>
    <w:multiLevelType w:val="hybridMultilevel"/>
    <w:tmpl w:val="0F849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3220988">
    <w:abstractNumId w:val="3"/>
  </w:num>
  <w:num w:numId="2" w16cid:durableId="1320841859">
    <w:abstractNumId w:val="1"/>
  </w:num>
  <w:num w:numId="3" w16cid:durableId="179201574">
    <w:abstractNumId w:val="0"/>
  </w:num>
  <w:num w:numId="4" w16cid:durableId="306127857">
    <w:abstractNumId w:val="2"/>
  </w:num>
  <w:num w:numId="5" w16cid:durableId="6435093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A4"/>
    <w:rsid w:val="00000E02"/>
    <w:rsid w:val="000028BD"/>
    <w:rsid w:val="00016D71"/>
    <w:rsid w:val="0002298C"/>
    <w:rsid w:val="00022A4A"/>
    <w:rsid w:val="0003799C"/>
    <w:rsid w:val="00041314"/>
    <w:rsid w:val="00051AC4"/>
    <w:rsid w:val="0006138B"/>
    <w:rsid w:val="00067EE1"/>
    <w:rsid w:val="0008676B"/>
    <w:rsid w:val="000C690B"/>
    <w:rsid w:val="000D55F1"/>
    <w:rsid w:val="000D6944"/>
    <w:rsid w:val="000D7704"/>
    <w:rsid w:val="000F102F"/>
    <w:rsid w:val="000F1A8E"/>
    <w:rsid w:val="00104506"/>
    <w:rsid w:val="001067E1"/>
    <w:rsid w:val="001104B7"/>
    <w:rsid w:val="001126F4"/>
    <w:rsid w:val="00112823"/>
    <w:rsid w:val="00114145"/>
    <w:rsid w:val="001218D1"/>
    <w:rsid w:val="0013046A"/>
    <w:rsid w:val="00137EA0"/>
    <w:rsid w:val="00144B5D"/>
    <w:rsid w:val="001622CA"/>
    <w:rsid w:val="001633EC"/>
    <w:rsid w:val="001673C6"/>
    <w:rsid w:val="00177AA6"/>
    <w:rsid w:val="00181F3D"/>
    <w:rsid w:val="0018513B"/>
    <w:rsid w:val="0018641A"/>
    <w:rsid w:val="00195A7F"/>
    <w:rsid w:val="00195EED"/>
    <w:rsid w:val="001B04DA"/>
    <w:rsid w:val="001C0FD8"/>
    <w:rsid w:val="001D6F70"/>
    <w:rsid w:val="001E5949"/>
    <w:rsid w:val="001F06AA"/>
    <w:rsid w:val="001F35A7"/>
    <w:rsid w:val="001F642F"/>
    <w:rsid w:val="00204432"/>
    <w:rsid w:val="00223B01"/>
    <w:rsid w:val="002508E1"/>
    <w:rsid w:val="002610E3"/>
    <w:rsid w:val="00261205"/>
    <w:rsid w:val="00280CAF"/>
    <w:rsid w:val="002861B6"/>
    <w:rsid w:val="002A542E"/>
    <w:rsid w:val="002A5A77"/>
    <w:rsid w:val="002B3E6A"/>
    <w:rsid w:val="002C325D"/>
    <w:rsid w:val="002D18BF"/>
    <w:rsid w:val="002D55B3"/>
    <w:rsid w:val="002E32BC"/>
    <w:rsid w:val="002E3600"/>
    <w:rsid w:val="002E4603"/>
    <w:rsid w:val="002F3218"/>
    <w:rsid w:val="002F4FE4"/>
    <w:rsid w:val="00313F4B"/>
    <w:rsid w:val="0031531E"/>
    <w:rsid w:val="00315648"/>
    <w:rsid w:val="003258F8"/>
    <w:rsid w:val="00326A0B"/>
    <w:rsid w:val="00333FBE"/>
    <w:rsid w:val="0033772E"/>
    <w:rsid w:val="00337D80"/>
    <w:rsid w:val="00353EF9"/>
    <w:rsid w:val="00362976"/>
    <w:rsid w:val="00371343"/>
    <w:rsid w:val="00376EFE"/>
    <w:rsid w:val="003813B1"/>
    <w:rsid w:val="00385732"/>
    <w:rsid w:val="00390E3C"/>
    <w:rsid w:val="0039116A"/>
    <w:rsid w:val="003A1AA5"/>
    <w:rsid w:val="003A41FA"/>
    <w:rsid w:val="003A7690"/>
    <w:rsid w:val="003B235C"/>
    <w:rsid w:val="003C5E9E"/>
    <w:rsid w:val="003D0B04"/>
    <w:rsid w:val="003F22A7"/>
    <w:rsid w:val="003F5EB1"/>
    <w:rsid w:val="003F6C36"/>
    <w:rsid w:val="00411DF2"/>
    <w:rsid w:val="004152C8"/>
    <w:rsid w:val="00435D6D"/>
    <w:rsid w:val="00450C07"/>
    <w:rsid w:val="004553F9"/>
    <w:rsid w:val="004569E1"/>
    <w:rsid w:val="00470F19"/>
    <w:rsid w:val="00475BD8"/>
    <w:rsid w:val="00476B37"/>
    <w:rsid w:val="0048751A"/>
    <w:rsid w:val="00491B64"/>
    <w:rsid w:val="004A1392"/>
    <w:rsid w:val="004B252D"/>
    <w:rsid w:val="004D4183"/>
    <w:rsid w:val="004E34A8"/>
    <w:rsid w:val="004F2B7D"/>
    <w:rsid w:val="004F5685"/>
    <w:rsid w:val="004F627F"/>
    <w:rsid w:val="0050540C"/>
    <w:rsid w:val="00512BF5"/>
    <w:rsid w:val="0051356A"/>
    <w:rsid w:val="00517731"/>
    <w:rsid w:val="0052214A"/>
    <w:rsid w:val="00527D04"/>
    <w:rsid w:val="005477C2"/>
    <w:rsid w:val="00584377"/>
    <w:rsid w:val="00585886"/>
    <w:rsid w:val="00587132"/>
    <w:rsid w:val="00587185"/>
    <w:rsid w:val="00592A88"/>
    <w:rsid w:val="005962D6"/>
    <w:rsid w:val="00596400"/>
    <w:rsid w:val="005B2946"/>
    <w:rsid w:val="005D0FFA"/>
    <w:rsid w:val="005E1EDC"/>
    <w:rsid w:val="005E4B4E"/>
    <w:rsid w:val="005E6CF1"/>
    <w:rsid w:val="00601613"/>
    <w:rsid w:val="00601724"/>
    <w:rsid w:val="006020ED"/>
    <w:rsid w:val="00603D46"/>
    <w:rsid w:val="00607BD0"/>
    <w:rsid w:val="006101A2"/>
    <w:rsid w:val="00610C08"/>
    <w:rsid w:val="00616FCA"/>
    <w:rsid w:val="00623444"/>
    <w:rsid w:val="006328A5"/>
    <w:rsid w:val="0064635E"/>
    <w:rsid w:val="00651C6D"/>
    <w:rsid w:val="00652C73"/>
    <w:rsid w:val="00653ED6"/>
    <w:rsid w:val="006736D5"/>
    <w:rsid w:val="006808DF"/>
    <w:rsid w:val="00683D7A"/>
    <w:rsid w:val="006844A4"/>
    <w:rsid w:val="006900A7"/>
    <w:rsid w:val="006A7728"/>
    <w:rsid w:val="006B1981"/>
    <w:rsid w:val="006C259A"/>
    <w:rsid w:val="006D1C65"/>
    <w:rsid w:val="006F61C7"/>
    <w:rsid w:val="007015EE"/>
    <w:rsid w:val="00704559"/>
    <w:rsid w:val="00707E91"/>
    <w:rsid w:val="00712D69"/>
    <w:rsid w:val="00716A80"/>
    <w:rsid w:val="00720E5E"/>
    <w:rsid w:val="00722E55"/>
    <w:rsid w:val="00737280"/>
    <w:rsid w:val="007402E8"/>
    <w:rsid w:val="00746437"/>
    <w:rsid w:val="00746661"/>
    <w:rsid w:val="00756FD3"/>
    <w:rsid w:val="007621CA"/>
    <w:rsid w:val="00774E0A"/>
    <w:rsid w:val="0078168A"/>
    <w:rsid w:val="00781B0C"/>
    <w:rsid w:val="00785DA6"/>
    <w:rsid w:val="00786231"/>
    <w:rsid w:val="00796C14"/>
    <w:rsid w:val="007A0BD4"/>
    <w:rsid w:val="007A2E2C"/>
    <w:rsid w:val="007A4421"/>
    <w:rsid w:val="007A6032"/>
    <w:rsid w:val="007C28A6"/>
    <w:rsid w:val="007C3BDA"/>
    <w:rsid w:val="00803EA5"/>
    <w:rsid w:val="00812496"/>
    <w:rsid w:val="008167BE"/>
    <w:rsid w:val="008249BC"/>
    <w:rsid w:val="0082798B"/>
    <w:rsid w:val="0083266E"/>
    <w:rsid w:val="00870568"/>
    <w:rsid w:val="00873ED5"/>
    <w:rsid w:val="00882888"/>
    <w:rsid w:val="00891B7C"/>
    <w:rsid w:val="00896326"/>
    <w:rsid w:val="008A0DFF"/>
    <w:rsid w:val="008A1479"/>
    <w:rsid w:val="008B30CB"/>
    <w:rsid w:val="008B5398"/>
    <w:rsid w:val="008C2F61"/>
    <w:rsid w:val="008F2106"/>
    <w:rsid w:val="008F2E1D"/>
    <w:rsid w:val="008F3D1D"/>
    <w:rsid w:val="008F4444"/>
    <w:rsid w:val="009055B3"/>
    <w:rsid w:val="00920AA5"/>
    <w:rsid w:val="009400CC"/>
    <w:rsid w:val="00944B03"/>
    <w:rsid w:val="00955D02"/>
    <w:rsid w:val="00957091"/>
    <w:rsid w:val="00960BF8"/>
    <w:rsid w:val="00965E26"/>
    <w:rsid w:val="009738A6"/>
    <w:rsid w:val="009762C1"/>
    <w:rsid w:val="00980DED"/>
    <w:rsid w:val="009814A9"/>
    <w:rsid w:val="009853F2"/>
    <w:rsid w:val="00987202"/>
    <w:rsid w:val="0098730D"/>
    <w:rsid w:val="00991E01"/>
    <w:rsid w:val="009940C8"/>
    <w:rsid w:val="009947AC"/>
    <w:rsid w:val="00994E25"/>
    <w:rsid w:val="00995679"/>
    <w:rsid w:val="009A66CE"/>
    <w:rsid w:val="009B0343"/>
    <w:rsid w:val="009B3C25"/>
    <w:rsid w:val="009B57EE"/>
    <w:rsid w:val="009B67C6"/>
    <w:rsid w:val="009C5A56"/>
    <w:rsid w:val="009C5FF2"/>
    <w:rsid w:val="009D35F3"/>
    <w:rsid w:val="009D6623"/>
    <w:rsid w:val="009E5763"/>
    <w:rsid w:val="009E6010"/>
    <w:rsid w:val="009F7D2D"/>
    <w:rsid w:val="00A03076"/>
    <w:rsid w:val="00A03278"/>
    <w:rsid w:val="00A24939"/>
    <w:rsid w:val="00A2715C"/>
    <w:rsid w:val="00A34CCE"/>
    <w:rsid w:val="00A60BCF"/>
    <w:rsid w:val="00A72F70"/>
    <w:rsid w:val="00A81ED8"/>
    <w:rsid w:val="00A84CCF"/>
    <w:rsid w:val="00A966D0"/>
    <w:rsid w:val="00A97513"/>
    <w:rsid w:val="00AA1570"/>
    <w:rsid w:val="00AA39CF"/>
    <w:rsid w:val="00AB0302"/>
    <w:rsid w:val="00AB26B5"/>
    <w:rsid w:val="00AB35BC"/>
    <w:rsid w:val="00AC004E"/>
    <w:rsid w:val="00AC0472"/>
    <w:rsid w:val="00AC1C03"/>
    <w:rsid w:val="00AC4176"/>
    <w:rsid w:val="00AC7832"/>
    <w:rsid w:val="00AD7D85"/>
    <w:rsid w:val="00AD7ED3"/>
    <w:rsid w:val="00AE22A2"/>
    <w:rsid w:val="00B00C89"/>
    <w:rsid w:val="00B11466"/>
    <w:rsid w:val="00B21B75"/>
    <w:rsid w:val="00B2467D"/>
    <w:rsid w:val="00B27D5C"/>
    <w:rsid w:val="00B36474"/>
    <w:rsid w:val="00B672FC"/>
    <w:rsid w:val="00B7065A"/>
    <w:rsid w:val="00B74144"/>
    <w:rsid w:val="00B80C1A"/>
    <w:rsid w:val="00B8473E"/>
    <w:rsid w:val="00B8490B"/>
    <w:rsid w:val="00B909B4"/>
    <w:rsid w:val="00B95767"/>
    <w:rsid w:val="00B97AA4"/>
    <w:rsid w:val="00BA24E9"/>
    <w:rsid w:val="00BE1C98"/>
    <w:rsid w:val="00BF373B"/>
    <w:rsid w:val="00BF4854"/>
    <w:rsid w:val="00BF4CB4"/>
    <w:rsid w:val="00C00555"/>
    <w:rsid w:val="00C02712"/>
    <w:rsid w:val="00C05320"/>
    <w:rsid w:val="00C05D29"/>
    <w:rsid w:val="00C11C98"/>
    <w:rsid w:val="00C14BA4"/>
    <w:rsid w:val="00C17EF8"/>
    <w:rsid w:val="00C23B5B"/>
    <w:rsid w:val="00C27FBE"/>
    <w:rsid w:val="00C3538F"/>
    <w:rsid w:val="00C4709A"/>
    <w:rsid w:val="00C53036"/>
    <w:rsid w:val="00C57BD5"/>
    <w:rsid w:val="00C64274"/>
    <w:rsid w:val="00C71D1B"/>
    <w:rsid w:val="00C837FD"/>
    <w:rsid w:val="00C87FDA"/>
    <w:rsid w:val="00C95E20"/>
    <w:rsid w:val="00CA25B3"/>
    <w:rsid w:val="00CA307C"/>
    <w:rsid w:val="00CC0121"/>
    <w:rsid w:val="00CC270F"/>
    <w:rsid w:val="00CC36E6"/>
    <w:rsid w:val="00CE100E"/>
    <w:rsid w:val="00CE7251"/>
    <w:rsid w:val="00CE7533"/>
    <w:rsid w:val="00CE7CE6"/>
    <w:rsid w:val="00D05DE3"/>
    <w:rsid w:val="00D17CFA"/>
    <w:rsid w:val="00D25DBD"/>
    <w:rsid w:val="00D504F5"/>
    <w:rsid w:val="00D6003B"/>
    <w:rsid w:val="00D72FFD"/>
    <w:rsid w:val="00D86520"/>
    <w:rsid w:val="00D94C3D"/>
    <w:rsid w:val="00D97665"/>
    <w:rsid w:val="00DA6320"/>
    <w:rsid w:val="00DB439F"/>
    <w:rsid w:val="00DC1E87"/>
    <w:rsid w:val="00DD0AD0"/>
    <w:rsid w:val="00DD20D5"/>
    <w:rsid w:val="00DD45B2"/>
    <w:rsid w:val="00DE6442"/>
    <w:rsid w:val="00DF160E"/>
    <w:rsid w:val="00DF1E10"/>
    <w:rsid w:val="00DF59FB"/>
    <w:rsid w:val="00E01C09"/>
    <w:rsid w:val="00E027EF"/>
    <w:rsid w:val="00E03FCE"/>
    <w:rsid w:val="00E06775"/>
    <w:rsid w:val="00E118E5"/>
    <w:rsid w:val="00E12633"/>
    <w:rsid w:val="00E256CD"/>
    <w:rsid w:val="00E3143A"/>
    <w:rsid w:val="00E32400"/>
    <w:rsid w:val="00E32A88"/>
    <w:rsid w:val="00E349F4"/>
    <w:rsid w:val="00E414AB"/>
    <w:rsid w:val="00E4395B"/>
    <w:rsid w:val="00E44399"/>
    <w:rsid w:val="00E47DFE"/>
    <w:rsid w:val="00E54A78"/>
    <w:rsid w:val="00E65ABE"/>
    <w:rsid w:val="00E66468"/>
    <w:rsid w:val="00E75F15"/>
    <w:rsid w:val="00E77734"/>
    <w:rsid w:val="00E81945"/>
    <w:rsid w:val="00E824FB"/>
    <w:rsid w:val="00E95C32"/>
    <w:rsid w:val="00E97E37"/>
    <w:rsid w:val="00EA54FC"/>
    <w:rsid w:val="00EB3F36"/>
    <w:rsid w:val="00EC17CE"/>
    <w:rsid w:val="00EC7C85"/>
    <w:rsid w:val="00EE7D7D"/>
    <w:rsid w:val="00EF0E05"/>
    <w:rsid w:val="00EF700B"/>
    <w:rsid w:val="00F02CC5"/>
    <w:rsid w:val="00F07FDC"/>
    <w:rsid w:val="00F20ABA"/>
    <w:rsid w:val="00F233A0"/>
    <w:rsid w:val="00F30E79"/>
    <w:rsid w:val="00F31694"/>
    <w:rsid w:val="00F361A2"/>
    <w:rsid w:val="00F50834"/>
    <w:rsid w:val="00F535DE"/>
    <w:rsid w:val="00F6400E"/>
    <w:rsid w:val="00F664D0"/>
    <w:rsid w:val="00F80B6E"/>
    <w:rsid w:val="00F850E5"/>
    <w:rsid w:val="00FB2D10"/>
    <w:rsid w:val="00FB3EDA"/>
    <w:rsid w:val="00FD6614"/>
    <w:rsid w:val="00FF2495"/>
    <w:rsid w:val="00FF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5B6E22"/>
  <w15:docId w15:val="{6C39653F-ED1C-4334-8316-ED9BAA90C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F4CB4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uppressAutoHyphens w:val="0"/>
      <w:autoSpaceDN/>
      <w:spacing w:after="0" w:line="360" w:lineRule="auto"/>
      <w:textAlignment w:val="auto"/>
      <w:outlineLvl w:val="2"/>
    </w:pPr>
    <w:rPr>
      <w:rFonts w:ascii="Times New Roman" w:eastAsia="Times New Roman" w:hAnsi="Times New Roman"/>
      <w:color w:val="0000FF"/>
      <w:sz w:val="4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pPr>
      <w:suppressAutoHyphens w:val="0"/>
      <w:autoSpaceDN/>
      <w:spacing w:after="0" w:line="240" w:lineRule="auto"/>
      <w:ind w:left="284" w:hanging="284"/>
      <w:textAlignment w:val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  <w:suppressAutoHyphens w:val="0"/>
      <w:autoSpaceDN/>
      <w:spacing w:after="0" w:line="240" w:lineRule="auto"/>
      <w:ind w:left="284" w:hanging="284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  <w:suppressAutoHyphens w:val="0"/>
      <w:autoSpaceDN/>
      <w:spacing w:after="0" w:line="240" w:lineRule="auto"/>
      <w:ind w:left="284" w:hanging="284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F20A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F4444"/>
    <w:pPr>
      <w:suppressAutoHyphens w:val="0"/>
      <w:autoSpaceDN/>
      <w:spacing w:after="0" w:line="240" w:lineRule="auto"/>
      <w:ind w:left="720" w:hanging="284"/>
      <w:contextualSpacing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181F3D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2F61"/>
    <w:pPr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2F61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2F61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18513B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papeteria\papeteria%202011-09-15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6E5CF-11BF-47B9-9832-8C473390A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papeteria 2011-09-15</Template>
  <TotalTime>313</TotalTime>
  <Pages>2</Pages>
  <Words>129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Babska</dc:creator>
  <cp:lastModifiedBy>Katarzyna Kowalczyk</cp:lastModifiedBy>
  <cp:revision>149</cp:revision>
  <cp:lastPrinted>2025-05-30T09:43:00Z</cp:lastPrinted>
  <dcterms:created xsi:type="dcterms:W3CDTF">2021-12-09T11:18:00Z</dcterms:created>
  <dcterms:modified xsi:type="dcterms:W3CDTF">2025-05-30T09:43:00Z</dcterms:modified>
</cp:coreProperties>
</file>