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C635" w14:textId="310317AB" w:rsidR="00DB4709" w:rsidRPr="00560B21" w:rsidRDefault="005C1968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Znak sprawy</w:t>
      </w:r>
      <w:r w:rsidR="00F27F1B" w:rsidRPr="00560B21">
        <w:rPr>
          <w:rFonts w:ascii="Arial" w:hAnsi="Arial" w:cs="Arial"/>
          <w:iCs/>
          <w:sz w:val="24"/>
          <w:szCs w:val="24"/>
        </w:rPr>
        <w:t>:</w:t>
      </w:r>
      <w:r w:rsidRPr="00560B21">
        <w:rPr>
          <w:rFonts w:ascii="Arial" w:hAnsi="Arial" w:cs="Arial"/>
          <w:iCs/>
          <w:sz w:val="24"/>
          <w:szCs w:val="24"/>
        </w:rPr>
        <w:t xml:space="preserve">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0B237C">
        <w:rPr>
          <w:rFonts w:ascii="Arial" w:hAnsi="Arial" w:cs="Arial"/>
          <w:iCs/>
          <w:sz w:val="24"/>
          <w:szCs w:val="24"/>
        </w:rPr>
        <w:t>24.2</w:t>
      </w:r>
      <w:r w:rsidR="0059487B" w:rsidRPr="00560B21">
        <w:rPr>
          <w:rFonts w:ascii="Arial" w:hAnsi="Arial" w:cs="Arial"/>
          <w:iCs/>
          <w:sz w:val="24"/>
          <w:szCs w:val="24"/>
        </w:rPr>
        <w:t>.</w:t>
      </w:r>
      <w:r w:rsidR="0055074E">
        <w:rPr>
          <w:rFonts w:ascii="Arial" w:hAnsi="Arial" w:cs="Arial"/>
          <w:iCs/>
          <w:sz w:val="24"/>
          <w:szCs w:val="24"/>
        </w:rPr>
        <w:t>3</w:t>
      </w:r>
      <w:r w:rsidR="00C81F04">
        <w:rPr>
          <w:rFonts w:ascii="Arial" w:hAnsi="Arial" w:cs="Arial"/>
          <w:iCs/>
          <w:sz w:val="24"/>
          <w:szCs w:val="24"/>
        </w:rPr>
        <w:t>0</w:t>
      </w:r>
      <w:r w:rsidR="0059487B" w:rsidRPr="00560B21">
        <w:rPr>
          <w:rFonts w:ascii="Arial" w:hAnsi="Arial" w:cs="Arial"/>
          <w:iCs/>
          <w:sz w:val="24"/>
          <w:szCs w:val="24"/>
        </w:rPr>
        <w:t>.202</w:t>
      </w:r>
      <w:r w:rsidR="00C540BE">
        <w:rPr>
          <w:rFonts w:ascii="Arial" w:hAnsi="Arial" w:cs="Arial"/>
          <w:iCs/>
          <w:sz w:val="24"/>
          <w:szCs w:val="24"/>
        </w:rPr>
        <w:t>5</w:t>
      </w:r>
      <w:r w:rsidR="000B237C">
        <w:rPr>
          <w:rFonts w:ascii="Arial" w:hAnsi="Arial" w:cs="Arial"/>
          <w:iCs/>
          <w:sz w:val="24"/>
          <w:szCs w:val="24"/>
        </w:rPr>
        <w:t>.KK</w:t>
      </w:r>
    </w:p>
    <w:p w14:paraId="7F1CB431" w14:textId="37CA972E" w:rsidR="00EB0170" w:rsidRPr="00560B21" w:rsidRDefault="00DB4709" w:rsidP="002B0548">
      <w:pPr>
        <w:pStyle w:val="Akapitzlist"/>
        <w:spacing w:after="480" w:line="360" w:lineRule="auto"/>
        <w:ind w:left="0"/>
        <w:contextualSpacing w:val="0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Załącznik nr</w:t>
      </w:r>
      <w:r w:rsidR="00A73E19" w:rsidRPr="00560B21">
        <w:rPr>
          <w:rFonts w:ascii="Arial" w:hAnsi="Arial" w:cs="Arial"/>
          <w:iCs/>
          <w:sz w:val="24"/>
          <w:szCs w:val="24"/>
        </w:rPr>
        <w:t xml:space="preserve"> </w:t>
      </w:r>
      <w:r w:rsidR="00CE264D">
        <w:rPr>
          <w:rFonts w:ascii="Arial" w:hAnsi="Arial" w:cs="Arial"/>
          <w:iCs/>
          <w:sz w:val="24"/>
          <w:szCs w:val="24"/>
        </w:rPr>
        <w:t>3</w:t>
      </w:r>
      <w:r w:rsidR="00145556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do </w:t>
      </w:r>
      <w:r w:rsidR="00603418" w:rsidRPr="00560B21">
        <w:rPr>
          <w:rFonts w:ascii="Arial" w:hAnsi="Arial" w:cs="Arial"/>
          <w:iCs/>
          <w:sz w:val="24"/>
          <w:szCs w:val="24"/>
        </w:rPr>
        <w:t>Zap</w:t>
      </w:r>
      <w:r w:rsidR="00FB1EC5" w:rsidRPr="00560B21">
        <w:rPr>
          <w:rFonts w:ascii="Arial" w:hAnsi="Arial" w:cs="Arial"/>
          <w:iCs/>
          <w:sz w:val="24"/>
          <w:szCs w:val="24"/>
        </w:rPr>
        <w:t>roszenia do składania ofert</w:t>
      </w:r>
      <w:r w:rsidR="00C110C3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- Oświadczenie Wykonawcy </w:t>
      </w:r>
    </w:p>
    <w:p w14:paraId="0F9BF603" w14:textId="0AD101EC" w:rsidR="00FB4CBB" w:rsidRPr="00560B21" w:rsidRDefault="00FB4CBB" w:rsidP="002B0548">
      <w:pPr>
        <w:spacing w:line="360" w:lineRule="auto"/>
        <w:ind w:left="5246" w:firstLine="708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Zamawiający:</w:t>
      </w:r>
    </w:p>
    <w:p w14:paraId="6D399978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Lubelska Agencja Wspierania Przedsiębiorczości </w:t>
      </w:r>
      <w:r w:rsidRPr="00560B21">
        <w:rPr>
          <w:rFonts w:ascii="Arial" w:hAnsi="Arial" w:cs="Arial"/>
          <w:b/>
          <w:iCs/>
          <w:sz w:val="24"/>
          <w:szCs w:val="24"/>
        </w:rPr>
        <w:br/>
        <w:t>w Lublinie</w:t>
      </w:r>
    </w:p>
    <w:p w14:paraId="55C17C44" w14:textId="77777777" w:rsidR="00FB4CBB" w:rsidRPr="00560B21" w:rsidRDefault="00FB4CBB" w:rsidP="002B0548">
      <w:pPr>
        <w:spacing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 xml:space="preserve">ul. Wojciechowska 9a </w:t>
      </w:r>
    </w:p>
    <w:p w14:paraId="2A141E3F" w14:textId="068D8120" w:rsidR="00FB4CBB" w:rsidRPr="00560B21" w:rsidRDefault="00FB4CBB" w:rsidP="002B0548">
      <w:pPr>
        <w:spacing w:after="360" w:line="360" w:lineRule="auto"/>
        <w:ind w:lef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20-704 Lublin</w:t>
      </w:r>
    </w:p>
    <w:p w14:paraId="62FF6140" w14:textId="19D6EA17" w:rsidR="00FB4CBB" w:rsidRPr="00560B21" w:rsidRDefault="00FB4CBB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D99C8D0" w14:textId="2FB99427" w:rsidR="00C36BE9" w:rsidRPr="00560B21" w:rsidRDefault="00C36BE9" w:rsidP="002B0548">
      <w:pPr>
        <w:tabs>
          <w:tab w:val="left" w:leader="dot" w:pos="3969"/>
        </w:tabs>
        <w:spacing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ab/>
      </w:r>
    </w:p>
    <w:p w14:paraId="19DA7BE6" w14:textId="77777777" w:rsidR="00CF00CD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(pełna nazwa/firma, adres, </w:t>
      </w:r>
    </w:p>
    <w:p w14:paraId="4EB5CAA7" w14:textId="01D9C155" w:rsidR="00230B49" w:rsidRPr="00560B21" w:rsidRDefault="00230B49" w:rsidP="002B0548">
      <w:pPr>
        <w:spacing w:line="360" w:lineRule="auto"/>
        <w:ind w:right="5953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w zależności</w:t>
      </w:r>
      <w:r w:rsidR="00600216" w:rsidRPr="00560B21">
        <w:rPr>
          <w:rFonts w:ascii="Arial" w:hAnsi="Arial" w:cs="Arial"/>
          <w:iCs/>
          <w:sz w:val="24"/>
          <w:szCs w:val="24"/>
        </w:rPr>
        <w:t xml:space="preserve"> od podmiotu: NIP/PESEL, KRS/CEI</w:t>
      </w:r>
      <w:r w:rsidRPr="00560B21">
        <w:rPr>
          <w:rFonts w:ascii="Arial" w:hAnsi="Arial" w:cs="Arial"/>
          <w:iCs/>
          <w:sz w:val="24"/>
          <w:szCs w:val="24"/>
        </w:rPr>
        <w:t>DG)</w:t>
      </w:r>
    </w:p>
    <w:p w14:paraId="2F2C5996" w14:textId="77777777" w:rsidR="00230B49" w:rsidRPr="00560B21" w:rsidRDefault="00230B49" w:rsidP="002B0548">
      <w:pPr>
        <w:spacing w:line="360" w:lineRule="auto"/>
        <w:rPr>
          <w:rFonts w:ascii="Arial" w:hAnsi="Arial" w:cs="Arial"/>
          <w:iCs/>
          <w:sz w:val="24"/>
          <w:szCs w:val="24"/>
          <w:u w:val="single"/>
        </w:rPr>
      </w:pPr>
      <w:r w:rsidRPr="00560B21">
        <w:rPr>
          <w:rFonts w:ascii="Arial" w:hAnsi="Arial" w:cs="Arial"/>
          <w:iCs/>
          <w:sz w:val="24"/>
          <w:szCs w:val="24"/>
          <w:u w:val="single"/>
        </w:rPr>
        <w:t>reprezentowany przez:</w:t>
      </w:r>
    </w:p>
    <w:p w14:paraId="11A6F2C8" w14:textId="4CBCA2DF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38DDD8FC" w14:textId="31D9FCD0" w:rsidR="00C36BE9" w:rsidRPr="00560B21" w:rsidRDefault="00C36BE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ab/>
      </w:r>
    </w:p>
    <w:p w14:paraId="53C62604" w14:textId="36709E77" w:rsidR="009D55EA" w:rsidRPr="00560B21" w:rsidRDefault="00230B49" w:rsidP="002B0548">
      <w:pPr>
        <w:tabs>
          <w:tab w:val="left" w:leader="dot" w:pos="3969"/>
        </w:tabs>
        <w:spacing w:line="360" w:lineRule="auto"/>
        <w:ind w:right="5954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(imię, nazwisko,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stanowisko/podstawa do</w:t>
      </w:r>
      <w:r w:rsidR="009D55EA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reprezentacji)</w:t>
      </w:r>
    </w:p>
    <w:p w14:paraId="36F69698" w14:textId="75DA539A" w:rsidR="00EE4ED1" w:rsidRPr="00560B21" w:rsidRDefault="00EE4ED1" w:rsidP="002B0548">
      <w:pPr>
        <w:pStyle w:val="Nagwek3"/>
        <w:spacing w:before="240"/>
        <w:rPr>
          <w:rFonts w:ascii="Arial" w:hAnsi="Arial" w:cs="Arial"/>
          <w:b/>
          <w:iCs/>
          <w:color w:val="auto"/>
          <w:spacing w:val="20"/>
          <w:sz w:val="24"/>
          <w:szCs w:val="24"/>
        </w:rPr>
      </w:pPr>
      <w:r w:rsidRPr="00560B21">
        <w:rPr>
          <w:rFonts w:ascii="Arial" w:hAnsi="Arial" w:cs="Arial"/>
          <w:b/>
          <w:iCs/>
          <w:color w:val="auto"/>
          <w:spacing w:val="20"/>
          <w:sz w:val="24"/>
          <w:szCs w:val="24"/>
        </w:rPr>
        <w:t>OŚWIADCZENIE</w:t>
      </w:r>
    </w:p>
    <w:p w14:paraId="77B05683" w14:textId="6B5EAEE5" w:rsidR="00457DC2" w:rsidRPr="00560B21" w:rsidRDefault="00EE4ED1" w:rsidP="002B0548">
      <w:pPr>
        <w:spacing w:after="240" w:line="360" w:lineRule="auto"/>
        <w:rPr>
          <w:rFonts w:ascii="Arial" w:hAnsi="Arial" w:cs="Arial"/>
          <w:b/>
          <w:iCs/>
          <w:sz w:val="24"/>
          <w:szCs w:val="24"/>
        </w:rPr>
      </w:pPr>
      <w:r w:rsidRPr="00560B21">
        <w:rPr>
          <w:rFonts w:ascii="Arial" w:hAnsi="Arial" w:cs="Arial"/>
          <w:b/>
          <w:iCs/>
          <w:sz w:val="24"/>
          <w:szCs w:val="24"/>
        </w:rPr>
        <w:t>o braku powiązań osobowych lub kapitałowych pomiędzy Wykonawcą a</w:t>
      </w:r>
      <w:r w:rsidR="00560B21">
        <w:rPr>
          <w:rFonts w:ascii="Arial" w:hAnsi="Arial" w:cs="Arial"/>
          <w:b/>
          <w:iCs/>
          <w:sz w:val="24"/>
          <w:szCs w:val="24"/>
        </w:rPr>
        <w:t> </w:t>
      </w:r>
      <w:r w:rsidRPr="00560B21">
        <w:rPr>
          <w:rFonts w:ascii="Arial" w:hAnsi="Arial" w:cs="Arial"/>
          <w:b/>
          <w:iCs/>
          <w:sz w:val="24"/>
          <w:szCs w:val="24"/>
        </w:rPr>
        <w:t>Zamawiającym</w:t>
      </w:r>
    </w:p>
    <w:p w14:paraId="4DE30E0C" w14:textId="27BDE1FD" w:rsidR="00EE4ED1" w:rsidRPr="00560B21" w:rsidRDefault="00457DC2" w:rsidP="002B0548">
      <w:pPr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/>
          <w:iCs/>
          <w:sz w:val="24"/>
          <w:szCs w:val="24"/>
          <w:lang w:eastAsia="pl-PL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Na potrzeby postępowania o udzielenie zamówienia </w:t>
      </w:r>
      <w:r w:rsidRPr="008F1209">
        <w:rPr>
          <w:rFonts w:ascii="Arial" w:hAnsi="Arial" w:cs="Arial"/>
          <w:iCs/>
          <w:sz w:val="24"/>
          <w:szCs w:val="24"/>
        </w:rPr>
        <w:t xml:space="preserve">publicznego </w:t>
      </w:r>
      <w:r w:rsidR="00BF4007" w:rsidRPr="0007343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na </w:t>
      </w:r>
      <w:r w:rsidR="00951A94" w:rsidRPr="0007343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usługę</w:t>
      </w:r>
      <w:r w:rsidR="001D7A55" w:rsidRPr="0007343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</w:t>
      </w:r>
      <w:r w:rsidR="00073435" w:rsidRPr="0007343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cateringow</w:t>
      </w:r>
      <w:r w:rsidR="0007343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ą</w:t>
      </w:r>
      <w:r w:rsidR="00073435" w:rsidRPr="0007343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 na potrzeby spotkania informacyjnego dla beneficjentów organizowanego przez Lubelską Agencję Wspierania Przedsiębiorczości w</w:t>
      </w:r>
      <w:r w:rsidR="0007343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> </w:t>
      </w:r>
      <w:r w:rsidR="00073435" w:rsidRPr="00073435">
        <w:rPr>
          <w:rFonts w:ascii="Arial" w:eastAsia="Times New Roman" w:hAnsi="Arial" w:cs="Arial"/>
          <w:b/>
          <w:iCs/>
          <w:sz w:val="24"/>
          <w:szCs w:val="24"/>
          <w:lang w:eastAsia="pl-PL"/>
        </w:rPr>
        <w:t xml:space="preserve">Lublinie </w:t>
      </w:r>
      <w:r w:rsidR="00967410" w:rsidRPr="00560B21">
        <w:rPr>
          <w:rFonts w:ascii="Arial" w:hAnsi="Arial" w:cs="Arial"/>
          <w:iCs/>
          <w:sz w:val="24"/>
          <w:szCs w:val="24"/>
        </w:rPr>
        <w:t>(</w:t>
      </w:r>
      <w:r w:rsidR="00F27F1B" w:rsidRPr="00560B21">
        <w:rPr>
          <w:rFonts w:ascii="Arial" w:hAnsi="Arial" w:cs="Arial"/>
          <w:iCs/>
          <w:sz w:val="24"/>
          <w:szCs w:val="24"/>
        </w:rPr>
        <w:t xml:space="preserve">znak sprawy: </w:t>
      </w:r>
      <w:r w:rsidR="002C0FAC" w:rsidRPr="00560B21">
        <w:rPr>
          <w:rFonts w:ascii="Arial" w:hAnsi="Arial" w:cs="Arial"/>
          <w:iCs/>
          <w:sz w:val="24"/>
          <w:szCs w:val="24"/>
        </w:rPr>
        <w:t>ORG</w:t>
      </w:r>
      <w:r w:rsidR="009D55EA" w:rsidRPr="00560B21">
        <w:rPr>
          <w:rFonts w:ascii="Arial" w:hAnsi="Arial" w:cs="Arial"/>
          <w:iCs/>
          <w:sz w:val="24"/>
          <w:szCs w:val="24"/>
        </w:rPr>
        <w:t>.</w:t>
      </w:r>
      <w:r w:rsidR="00104C80" w:rsidRPr="00104C80">
        <w:rPr>
          <w:rFonts w:ascii="Arial" w:hAnsi="Arial" w:cs="Arial"/>
          <w:iCs/>
          <w:sz w:val="24"/>
          <w:szCs w:val="24"/>
        </w:rPr>
        <w:t>24.2.</w:t>
      </w:r>
      <w:r w:rsidR="0055074E">
        <w:rPr>
          <w:rFonts w:ascii="Arial" w:hAnsi="Arial" w:cs="Arial"/>
          <w:iCs/>
          <w:sz w:val="24"/>
          <w:szCs w:val="24"/>
        </w:rPr>
        <w:t>3</w:t>
      </w:r>
      <w:r w:rsidR="00C81F04">
        <w:rPr>
          <w:rFonts w:ascii="Arial" w:hAnsi="Arial" w:cs="Arial"/>
          <w:iCs/>
          <w:sz w:val="24"/>
          <w:szCs w:val="24"/>
        </w:rPr>
        <w:t>0</w:t>
      </w:r>
      <w:r w:rsidR="00104C80" w:rsidRPr="00104C80">
        <w:rPr>
          <w:rFonts w:ascii="Arial" w:hAnsi="Arial" w:cs="Arial"/>
          <w:iCs/>
          <w:sz w:val="24"/>
          <w:szCs w:val="24"/>
        </w:rPr>
        <w:t>.2025.KK</w:t>
      </w:r>
      <w:r w:rsidR="00967410" w:rsidRPr="00560B21">
        <w:rPr>
          <w:rFonts w:ascii="Arial" w:hAnsi="Arial" w:cs="Arial"/>
          <w:iCs/>
          <w:sz w:val="24"/>
          <w:szCs w:val="24"/>
        </w:rPr>
        <w:t>)</w:t>
      </w:r>
      <w:r w:rsidR="0001522C" w:rsidRPr="00560B21">
        <w:rPr>
          <w:rFonts w:ascii="Arial" w:hAnsi="Arial" w:cs="Arial"/>
          <w:iCs/>
          <w:sz w:val="24"/>
          <w:szCs w:val="24"/>
        </w:rPr>
        <w:t>,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 xml:space="preserve">prowadzonego przez </w:t>
      </w:r>
      <w:r w:rsidR="00D75BAF" w:rsidRPr="00560B21">
        <w:rPr>
          <w:rFonts w:ascii="Arial" w:hAnsi="Arial" w:cs="Arial"/>
          <w:iCs/>
          <w:sz w:val="24"/>
          <w:szCs w:val="24"/>
        </w:rPr>
        <w:t>Lubelską Agencję Wspierania Przedsiębiorczości w Lublinie</w:t>
      </w:r>
      <w:r w:rsidRPr="00560B21">
        <w:rPr>
          <w:rFonts w:ascii="Arial" w:hAnsi="Arial" w:cs="Arial"/>
          <w:iCs/>
          <w:sz w:val="24"/>
          <w:szCs w:val="24"/>
        </w:rPr>
        <w:t>, oświadczam co następuje:</w:t>
      </w:r>
    </w:p>
    <w:p w14:paraId="3FC5E092" w14:textId="0B6128DE" w:rsidR="00EF48A3" w:rsidRPr="00560B21" w:rsidRDefault="00EF48A3" w:rsidP="002B0548">
      <w:pPr>
        <w:autoSpaceDE w:val="0"/>
        <w:autoSpaceDN w:val="0"/>
        <w:adjustRightInd w:val="0"/>
        <w:spacing w:before="240" w:after="24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lastRenderedPageBreak/>
        <w:t>Oświadczam/-my, że Wykonawca nie jest powiązany osobowo lub kapitałowo</w:t>
      </w:r>
      <w:r w:rsidR="00C15EE7" w:rsidRPr="00560B21">
        <w:rPr>
          <w:rFonts w:ascii="Arial" w:hAnsi="Arial" w:cs="Arial"/>
          <w:iCs/>
          <w:sz w:val="24"/>
          <w:szCs w:val="24"/>
        </w:rPr>
        <w:t xml:space="preserve"> </w:t>
      </w:r>
      <w:r w:rsidRPr="00560B21">
        <w:rPr>
          <w:rFonts w:ascii="Arial" w:hAnsi="Arial" w:cs="Arial"/>
          <w:iCs/>
          <w:sz w:val="24"/>
          <w:szCs w:val="24"/>
        </w:rPr>
        <w:t>z Zamawiającym.</w:t>
      </w:r>
    </w:p>
    <w:p w14:paraId="25451363" w14:textId="4FABD747" w:rsidR="00EF48A3" w:rsidRPr="00DC7A03" w:rsidRDefault="00EF48A3" w:rsidP="00DC7A03">
      <w:pPr>
        <w:autoSpaceDE w:val="0"/>
        <w:autoSpaceDN w:val="0"/>
        <w:adjustRightInd w:val="0"/>
        <w:spacing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 xml:space="preserve">Przez powiązania kapitałowe lub osobowe rozumie się wzajemne powiązania między Zamawiającym lub osobami upoważnionymi do zaciągania zobowiązań w imieniu Zamawiającego lub osobami wykonującymi w imieniu Zamawiającego czynności </w:t>
      </w:r>
      <w:r w:rsidRPr="00DC7A03">
        <w:rPr>
          <w:rFonts w:ascii="Arial" w:hAnsi="Arial" w:cs="Arial"/>
          <w:iCs/>
          <w:sz w:val="24"/>
          <w:szCs w:val="24"/>
        </w:rPr>
        <w:t xml:space="preserve">związane z przygotowaniem i przeprowadzeniem procedury wyboru wykonawcy, </w:t>
      </w:r>
      <w:r w:rsidR="004E016A" w:rsidRPr="00DC7A03">
        <w:rPr>
          <w:rFonts w:ascii="Arial" w:hAnsi="Arial" w:cs="Arial"/>
          <w:iCs/>
          <w:sz w:val="24"/>
          <w:szCs w:val="24"/>
        </w:rPr>
        <w:br/>
      </w:r>
      <w:r w:rsidRPr="00DC7A03">
        <w:rPr>
          <w:rFonts w:ascii="Arial" w:hAnsi="Arial" w:cs="Arial"/>
          <w:iCs/>
          <w:sz w:val="24"/>
          <w:szCs w:val="24"/>
        </w:rPr>
        <w:t>a wykonawcą polegające w szczególności na:</w:t>
      </w:r>
    </w:p>
    <w:p w14:paraId="66058857" w14:textId="77777777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uczestniczeniu w spółce jak wspólnik spółki cywilnej lub spółki osobowej,</w:t>
      </w:r>
    </w:p>
    <w:p w14:paraId="3BE2D2A7" w14:textId="4C436825" w:rsidR="00514187" w:rsidRPr="00DC7A03" w:rsidRDefault="00514187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Fonts w:ascii="Arial" w:hAnsi="Arial" w:cs="Arial"/>
          <w:iCs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posiadaniu</w:t>
      </w:r>
      <w:r w:rsidR="00871CCD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871CCD" w:rsidRPr="00DC7A03">
        <w:rPr>
          <w:rFonts w:ascii="Arial" w:hAnsi="Arial" w:cs="Arial"/>
          <w:iCs/>
          <w:lang w:eastAsia="pl-PL"/>
        </w:rPr>
        <w:t>co najmniej 10% udziałów lub akcji,</w:t>
      </w:r>
    </w:p>
    <w:p w14:paraId="491989BF" w14:textId="088CE650" w:rsidR="000169C2" w:rsidRPr="00DC7A03" w:rsidRDefault="000169C2" w:rsidP="00DC7A03">
      <w:pPr>
        <w:pStyle w:val="Akapitzlist"/>
        <w:numPr>
          <w:ilvl w:val="0"/>
          <w:numId w:val="4"/>
        </w:numPr>
        <w:spacing w:line="360" w:lineRule="auto"/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</w:pPr>
      <w:r w:rsidRPr="00DC7A03">
        <w:rPr>
          <w:rStyle w:val="FontStyle61"/>
          <w:rFonts w:ascii="Arial" w:eastAsia="Times New Roman" w:hAnsi="Arial" w:cs="Arial"/>
          <w:iCs/>
          <w:sz w:val="24"/>
          <w:szCs w:val="24"/>
          <w:lang w:eastAsia="ar-SA"/>
        </w:rPr>
        <w:t>pełnieniu funkcji: członka organu zarządzającego lub nadzorczego, prokurenta, pełnomocnika;</w:t>
      </w:r>
    </w:p>
    <w:p w14:paraId="7D4C6777" w14:textId="62E75414" w:rsidR="00EF48A3" w:rsidRPr="00DC7A03" w:rsidRDefault="00EF48A3" w:rsidP="00DC7A03">
      <w:pPr>
        <w:pStyle w:val="Style7"/>
        <w:widowControl/>
        <w:numPr>
          <w:ilvl w:val="0"/>
          <w:numId w:val="4"/>
        </w:numPr>
        <w:spacing w:line="360" w:lineRule="auto"/>
        <w:jc w:val="left"/>
        <w:rPr>
          <w:rStyle w:val="FontStyle61"/>
          <w:rFonts w:ascii="Arial" w:hAnsi="Arial" w:cs="Arial"/>
          <w:iCs/>
          <w:sz w:val="24"/>
          <w:szCs w:val="24"/>
        </w:rPr>
      </w:pPr>
      <w:r w:rsidRPr="00DC7A03">
        <w:rPr>
          <w:rStyle w:val="FontStyle61"/>
          <w:rFonts w:ascii="Arial" w:hAnsi="Arial" w:cs="Arial"/>
          <w:iCs/>
          <w:sz w:val="24"/>
          <w:szCs w:val="24"/>
        </w:rPr>
        <w:t>pozostawaniu w związku małżeńskim, w stosunku pokrewieństwa lub powinowactwa w linii prostej, pokrewieństwa drugiego stopnia</w:t>
      </w:r>
      <w:r w:rsidR="000169C2" w:rsidRPr="00DC7A03">
        <w:rPr>
          <w:rStyle w:val="FontStyle61"/>
          <w:rFonts w:ascii="Arial" w:hAnsi="Arial" w:cs="Arial"/>
          <w:iCs/>
          <w:sz w:val="24"/>
          <w:szCs w:val="24"/>
        </w:rPr>
        <w:t xml:space="preserve"> </w:t>
      </w:r>
      <w:r w:rsidR="0038725C" w:rsidRPr="00DC7A03">
        <w:rPr>
          <w:rStyle w:val="FontStyle61"/>
          <w:rFonts w:ascii="Arial" w:hAnsi="Arial" w:cs="Arial"/>
          <w:iCs/>
          <w:sz w:val="24"/>
          <w:szCs w:val="24"/>
        </w:rPr>
        <w:t>lub powinowactwa drugiego stopnia w linii bocznej lub stosunku przysposobienia, opieki lub kurateli</w:t>
      </w:r>
      <w:r w:rsidR="00DC7A03">
        <w:rPr>
          <w:rStyle w:val="FontStyle61"/>
          <w:rFonts w:ascii="Arial" w:hAnsi="Arial" w:cs="Arial"/>
          <w:iCs/>
          <w:sz w:val="24"/>
          <w:szCs w:val="24"/>
        </w:rPr>
        <w:t>.</w:t>
      </w:r>
    </w:p>
    <w:p w14:paraId="436A1059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5702045E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64F27D1" w14:textId="77777777" w:rsidR="00EF48A3" w:rsidRPr="00560B21" w:rsidRDefault="00EF48A3" w:rsidP="002B0548">
      <w:pPr>
        <w:spacing w:before="36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</w:rPr>
        <w:t>Oświadczam, że podane informacje w powyższym oświadczeniu są aktualne i zgodne z prawdą oraz zostały przedstawione z pełną świadomością konsekwencji wprowadzenia Zamawiającego w błąd przy przedstawianiu informacji.</w:t>
      </w:r>
    </w:p>
    <w:p w14:paraId="5E8ED531" w14:textId="77777777" w:rsidR="00EF48A3" w:rsidRPr="00560B21" w:rsidRDefault="00EF48A3" w:rsidP="002B0548">
      <w:pPr>
        <w:tabs>
          <w:tab w:val="left" w:pos="1985"/>
          <w:tab w:val="left" w:pos="4820"/>
          <w:tab w:val="left" w:pos="5387"/>
          <w:tab w:val="left" w:pos="8931"/>
        </w:tabs>
        <w:spacing w:before="720" w:line="360" w:lineRule="auto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 xml:space="preserve"> dnia </w:t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  <w:r w:rsidRPr="00560B21">
        <w:rPr>
          <w:rFonts w:ascii="Arial" w:hAnsi="Arial" w:cs="Arial"/>
          <w:iCs/>
          <w:sz w:val="24"/>
          <w:szCs w:val="24"/>
        </w:rPr>
        <w:tab/>
      </w:r>
      <w:r w:rsidRPr="00560B21">
        <w:rPr>
          <w:rFonts w:ascii="Arial" w:hAnsi="Arial" w:cs="Arial"/>
          <w:iCs/>
          <w:sz w:val="24"/>
          <w:szCs w:val="24"/>
          <w:u w:val="dotted"/>
        </w:rPr>
        <w:tab/>
      </w:r>
    </w:p>
    <w:p w14:paraId="289598B7" w14:textId="77777777" w:rsidR="00EF48A3" w:rsidRPr="00560B21" w:rsidRDefault="00EF48A3" w:rsidP="002B0548">
      <w:pPr>
        <w:spacing w:line="360" w:lineRule="auto"/>
        <w:ind w:left="5529"/>
        <w:rPr>
          <w:rFonts w:ascii="Arial" w:hAnsi="Arial" w:cs="Arial"/>
          <w:iCs/>
          <w:sz w:val="24"/>
          <w:szCs w:val="24"/>
        </w:rPr>
      </w:pPr>
      <w:r w:rsidRPr="00560B21">
        <w:rPr>
          <w:rFonts w:ascii="Arial" w:hAnsi="Arial" w:cs="Arial"/>
          <w:iCs/>
          <w:sz w:val="24"/>
          <w:szCs w:val="24"/>
          <w:vertAlign w:val="superscript"/>
        </w:rPr>
        <w:t>podpis osoby uprawnionej do składania oświadczeń woli w imieniu Wykonawcę</w:t>
      </w:r>
    </w:p>
    <w:p w14:paraId="0E105BC8" w14:textId="77777777" w:rsidR="00EF48A3" w:rsidRPr="00560B21" w:rsidRDefault="00EF48A3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709F2A32" w14:textId="77777777" w:rsidR="00EE4ED1" w:rsidRPr="00560B21" w:rsidRDefault="00EE4ED1" w:rsidP="002B0548">
      <w:pPr>
        <w:spacing w:line="360" w:lineRule="auto"/>
        <w:rPr>
          <w:rFonts w:ascii="Arial" w:hAnsi="Arial" w:cs="Arial"/>
          <w:iCs/>
          <w:sz w:val="24"/>
          <w:szCs w:val="24"/>
        </w:rPr>
      </w:pPr>
    </w:p>
    <w:p w14:paraId="2522B73A" w14:textId="77777777" w:rsidR="00132485" w:rsidRPr="00560B21" w:rsidRDefault="00132485" w:rsidP="002B0548">
      <w:pPr>
        <w:spacing w:line="360" w:lineRule="auto"/>
        <w:ind w:right="5954"/>
        <w:rPr>
          <w:rFonts w:ascii="Arial" w:hAnsi="Arial" w:cs="Arial"/>
          <w:iCs/>
          <w:sz w:val="24"/>
          <w:szCs w:val="24"/>
        </w:rPr>
      </w:pPr>
    </w:p>
    <w:sectPr w:rsidR="00132485" w:rsidRPr="00560B21" w:rsidSect="002B0548">
      <w:headerReference w:type="default" r:id="rId8"/>
      <w:footerReference w:type="default" r:id="rId9"/>
      <w:pgSz w:w="11906" w:h="16838"/>
      <w:pgMar w:top="1985" w:right="1417" w:bottom="1276" w:left="1276" w:header="708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1C5AE" w14:textId="77777777" w:rsidR="0013093F" w:rsidRDefault="0013093F" w:rsidP="00EE7D7D">
      <w:r>
        <w:separator/>
      </w:r>
    </w:p>
  </w:endnote>
  <w:endnote w:type="continuationSeparator" w:id="0">
    <w:p w14:paraId="50FF0C0F" w14:textId="77777777" w:rsidR="0013093F" w:rsidRDefault="0013093F" w:rsidP="00EE7D7D">
      <w:r>
        <w:continuationSeparator/>
      </w:r>
    </w:p>
  </w:endnote>
  <w:endnote w:type="continuationNotice" w:id="1">
    <w:p w14:paraId="069CDB97" w14:textId="77777777" w:rsidR="0013093F" w:rsidRDefault="001309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A3335" w14:textId="11A87850" w:rsidR="00110A92" w:rsidRDefault="00110A92">
    <w:pPr>
      <w:pStyle w:val="Stopka"/>
      <w:jc w:val="right"/>
    </w:pPr>
    <w:r w:rsidRPr="00110A92">
      <w:rPr>
        <w:rFonts w:ascii="Aptos" w:eastAsia="Aptos" w:hAnsi="Aptos" w:cs="Times New Roman"/>
        <w:noProof/>
        <w:kern w:val="2"/>
        <w:sz w:val="24"/>
        <w:szCs w:val="24"/>
        <w14:ligatures w14:val="standardContextual"/>
      </w:rPr>
      <w:drawing>
        <wp:inline distT="0" distB="0" distL="0" distR="0" wp14:anchorId="071C48F4" wp14:editId="3F9526E3">
          <wp:extent cx="5553075" cy="587627"/>
          <wp:effectExtent l="0" t="0" r="0" b="3175"/>
          <wp:docPr id="1041867215" name="Obraz 1041867215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720520" name="Obraz 174720520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6916" cy="5890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</w:t>
    </w:r>
    <w:sdt>
      <w:sdtPr>
        <w:id w:val="-187757258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  <w:p w14:paraId="4FBE6E2E" w14:textId="5B053D1B" w:rsidR="00EE7D7D" w:rsidRPr="00EE7D7D" w:rsidRDefault="00EE7D7D" w:rsidP="00B36D96">
    <w:pPr>
      <w:autoSpaceDE w:val="0"/>
      <w:autoSpaceDN w:val="0"/>
      <w:adjustRightInd w:val="0"/>
      <w:spacing w:line="360" w:lineRule="auto"/>
      <w:ind w:left="-993" w:firstLine="993"/>
      <w:jc w:val="center"/>
      <w:rPr>
        <w:rFonts w:ascii="Arial" w:hAnsi="Arial" w:cs="Arial"/>
        <w:b/>
        <w:i/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92429" w14:textId="77777777" w:rsidR="0013093F" w:rsidRDefault="0013093F" w:rsidP="00EE7D7D">
      <w:r>
        <w:separator/>
      </w:r>
    </w:p>
  </w:footnote>
  <w:footnote w:type="continuationSeparator" w:id="0">
    <w:p w14:paraId="3DFC0350" w14:textId="77777777" w:rsidR="0013093F" w:rsidRDefault="0013093F" w:rsidP="00EE7D7D">
      <w:r>
        <w:continuationSeparator/>
      </w:r>
    </w:p>
  </w:footnote>
  <w:footnote w:type="continuationNotice" w:id="1">
    <w:p w14:paraId="19C0C093" w14:textId="77777777" w:rsidR="0013093F" w:rsidRDefault="001309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BC948" w14:textId="77777777" w:rsidR="00CE100E" w:rsidRDefault="00067EE1" w:rsidP="00CE100E">
    <w:pPr>
      <w:jc w:val="right"/>
      <w:rPr>
        <w:rFonts w:ascii="Arial" w:hAnsi="Arial" w:cs="Arial"/>
        <w:sz w:val="16"/>
      </w:rPr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597A8476" wp14:editId="069E9033">
          <wp:simplePos x="0" y="0"/>
          <wp:positionH relativeFrom="column">
            <wp:posOffset>-24130</wp:posOffset>
          </wp:positionH>
          <wp:positionV relativeFrom="paragraph">
            <wp:posOffset>-109855</wp:posOffset>
          </wp:positionV>
          <wp:extent cx="1485900" cy="690880"/>
          <wp:effectExtent l="19050" t="0" r="0" b="0"/>
          <wp:wrapNone/>
          <wp:docPr id="892898619" name="Obraz 892898619" descr="logo_law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ogo_law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690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E100E">
      <w:rPr>
        <w:rFonts w:ascii="Arial" w:hAnsi="Arial" w:cs="Arial"/>
        <w:sz w:val="16"/>
      </w:rPr>
      <w:t xml:space="preserve">ul. </w:t>
    </w:r>
    <w:r w:rsidR="00E54A78">
      <w:rPr>
        <w:rFonts w:ascii="Arial" w:hAnsi="Arial" w:cs="Arial"/>
        <w:sz w:val="16"/>
      </w:rPr>
      <w:t>Wojciechowska 9a</w:t>
    </w:r>
    <w:r w:rsidR="00CE100E">
      <w:rPr>
        <w:rFonts w:ascii="Arial" w:hAnsi="Arial" w:cs="Arial"/>
        <w:sz w:val="16"/>
      </w:rPr>
      <w:t>, 20-</w:t>
    </w:r>
    <w:r w:rsidR="00E54A78">
      <w:rPr>
        <w:rFonts w:ascii="Arial" w:hAnsi="Arial" w:cs="Arial"/>
        <w:sz w:val="16"/>
      </w:rPr>
      <w:t>704</w:t>
    </w:r>
    <w:r w:rsidR="00CE100E">
      <w:rPr>
        <w:rFonts w:ascii="Arial" w:hAnsi="Arial" w:cs="Arial"/>
        <w:sz w:val="16"/>
      </w:rPr>
      <w:t xml:space="preserve"> Lublin</w:t>
    </w:r>
  </w:p>
  <w:p w14:paraId="6EC58D45" w14:textId="77777777" w:rsidR="00CE100E" w:rsidRDefault="00CE100E" w:rsidP="00CE100E">
    <w:pPr>
      <w:jc w:val="right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tel. 81 462 38 00</w:t>
    </w:r>
  </w:p>
  <w:p w14:paraId="2BC98029" w14:textId="77777777" w:rsidR="00CE100E" w:rsidRPr="00B850A9" w:rsidRDefault="00CE100E" w:rsidP="00CE100E">
    <w:pPr>
      <w:jc w:val="right"/>
      <w:rPr>
        <w:rFonts w:ascii="Arial" w:hAnsi="Arial" w:cs="Arial"/>
        <w:sz w:val="16"/>
        <w:lang w:val="en-US"/>
      </w:rPr>
    </w:pPr>
    <w:r w:rsidRPr="00B850A9">
      <w:rPr>
        <w:rFonts w:ascii="Arial" w:hAnsi="Arial" w:cs="Arial"/>
        <w:sz w:val="16"/>
        <w:lang w:val="en-US"/>
      </w:rPr>
      <w:t>fax 81 462 38 40</w:t>
    </w:r>
  </w:p>
  <w:p w14:paraId="6C46748A" w14:textId="77777777" w:rsidR="00CE100E" w:rsidRPr="00B850A9" w:rsidRDefault="00CE100E" w:rsidP="00CE100E">
    <w:pPr>
      <w:jc w:val="right"/>
      <w:rPr>
        <w:rFonts w:ascii="Arial" w:hAnsi="Arial" w:cs="Arial"/>
        <w:sz w:val="16"/>
        <w:lang w:val="de-DE"/>
      </w:rPr>
    </w:pPr>
    <w:proofErr w:type="spellStart"/>
    <w:r w:rsidRPr="00B850A9">
      <w:rPr>
        <w:rFonts w:ascii="Arial" w:hAnsi="Arial" w:cs="Arial"/>
        <w:sz w:val="16"/>
        <w:lang w:val="de-DE"/>
      </w:rPr>
      <w:t>e-mail</w:t>
    </w:r>
    <w:proofErr w:type="spellEnd"/>
    <w:r w:rsidRPr="00B850A9">
      <w:rPr>
        <w:rFonts w:ascii="Arial" w:hAnsi="Arial" w:cs="Arial"/>
        <w:sz w:val="16"/>
        <w:lang w:val="de-DE"/>
      </w:rPr>
      <w:t xml:space="preserve">: </w:t>
    </w:r>
    <w:hyperlink r:id="rId2" w:history="1">
      <w:r w:rsidR="00C64274" w:rsidRPr="00B850A9">
        <w:rPr>
          <w:rStyle w:val="Hipercze"/>
          <w:rFonts w:ascii="Arial" w:hAnsi="Arial" w:cs="Arial"/>
          <w:color w:val="auto"/>
          <w:sz w:val="16"/>
          <w:u w:val="none"/>
          <w:lang w:val="de-DE"/>
        </w:rPr>
        <w:t>lawp@lubelskie.pl</w:t>
      </w:r>
    </w:hyperlink>
  </w:p>
  <w:p w14:paraId="65F1D58E" w14:textId="54A62B59" w:rsidR="00C64274" w:rsidRDefault="00C64274" w:rsidP="00CE100E">
    <w:pPr>
      <w:jc w:val="right"/>
      <w:rPr>
        <w:rFonts w:ascii="Arial" w:hAnsi="Arial" w:cs="Arial"/>
        <w:sz w:val="16"/>
        <w:lang w:val="de-DE"/>
      </w:rPr>
    </w:pPr>
    <w:r>
      <w:rPr>
        <w:rFonts w:ascii="Arial" w:hAnsi="Arial" w:cs="Arial"/>
        <w:sz w:val="16"/>
        <w:lang w:val="de-DE"/>
      </w:rPr>
      <w:t>www.</w:t>
    </w:r>
    <w:r w:rsidR="00B850A9">
      <w:rPr>
        <w:rFonts w:ascii="Arial" w:hAnsi="Arial" w:cs="Arial"/>
        <w:sz w:val="16"/>
        <w:lang w:val="de-DE"/>
      </w:rPr>
      <w:t>fundusze</w:t>
    </w:r>
    <w:r w:rsidR="007639F4">
      <w:rPr>
        <w:rFonts w:ascii="Arial" w:hAnsi="Arial" w:cs="Arial"/>
        <w:sz w:val="16"/>
        <w:lang w:val="de-DE"/>
      </w:rPr>
      <w:t>UE</w:t>
    </w:r>
    <w:r>
      <w:rPr>
        <w:rFonts w:ascii="Arial" w:hAnsi="Arial" w:cs="Arial"/>
        <w:sz w:val="16"/>
        <w:lang w:val="de-DE"/>
      </w:rPr>
      <w:t>.lubelskie.pl</w:t>
    </w:r>
  </w:p>
  <w:p w14:paraId="0AFFB971" w14:textId="4DC982DC" w:rsidR="00CE100E" w:rsidRPr="00CE100E" w:rsidRDefault="00C36BE9" w:rsidP="00CE100E">
    <w:pPr>
      <w:pStyle w:val="Nagwek"/>
      <w:tabs>
        <w:tab w:val="clear" w:pos="4536"/>
      </w:tabs>
      <w:rPr>
        <w:lang w:val="de-DE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8241" behindDoc="0" locked="0" layoutInCell="1" allowOverlap="1" wp14:anchorId="30EC3CB5" wp14:editId="3D8ADF9B">
              <wp:simplePos x="0" y="0"/>
              <wp:positionH relativeFrom="column">
                <wp:align>center</wp:align>
              </wp:positionH>
              <wp:positionV relativeFrom="paragraph">
                <wp:posOffset>111759</wp:posOffset>
              </wp:positionV>
              <wp:extent cx="6826250" cy="0"/>
              <wp:effectExtent l="0" t="0" r="0" b="0"/>
              <wp:wrapNone/>
              <wp:docPr id="2" name="Line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2625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231E15A" id="Line 3" o:spid="_x0000_s1026" alt="&quot;&quot;" style="position:absolute;z-index:251658241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page;mso-height-relative:page" from="0,8.8pt" to="537.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65EF"/>
    <w:multiLevelType w:val="hybridMultilevel"/>
    <w:tmpl w:val="43AECD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881F7A"/>
    <w:multiLevelType w:val="hybridMultilevel"/>
    <w:tmpl w:val="9CF6F886"/>
    <w:lvl w:ilvl="0" w:tplc="D9B237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83393F"/>
    <w:multiLevelType w:val="hybridMultilevel"/>
    <w:tmpl w:val="C206FBAA"/>
    <w:lvl w:ilvl="0" w:tplc="D9B2379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2930774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544818">
    <w:abstractNumId w:val="0"/>
  </w:num>
  <w:num w:numId="3" w16cid:durableId="122383667">
    <w:abstractNumId w:val="2"/>
  </w:num>
  <w:num w:numId="4" w16cid:durableId="854250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A4"/>
    <w:rsid w:val="00011906"/>
    <w:rsid w:val="0001522C"/>
    <w:rsid w:val="000169C2"/>
    <w:rsid w:val="0006138B"/>
    <w:rsid w:val="00067EE1"/>
    <w:rsid w:val="00073435"/>
    <w:rsid w:val="00074744"/>
    <w:rsid w:val="0007500D"/>
    <w:rsid w:val="00087D37"/>
    <w:rsid w:val="00092BE6"/>
    <w:rsid w:val="000B237C"/>
    <w:rsid w:val="000B5C1D"/>
    <w:rsid w:val="000C690B"/>
    <w:rsid w:val="000F734D"/>
    <w:rsid w:val="00104B4C"/>
    <w:rsid w:val="00104C80"/>
    <w:rsid w:val="00110A92"/>
    <w:rsid w:val="00113102"/>
    <w:rsid w:val="00113333"/>
    <w:rsid w:val="00114145"/>
    <w:rsid w:val="00115002"/>
    <w:rsid w:val="001218D1"/>
    <w:rsid w:val="0013093F"/>
    <w:rsid w:val="00132485"/>
    <w:rsid w:val="00145556"/>
    <w:rsid w:val="00166BBE"/>
    <w:rsid w:val="001673C6"/>
    <w:rsid w:val="0017084C"/>
    <w:rsid w:val="00170F72"/>
    <w:rsid w:val="0018018B"/>
    <w:rsid w:val="0018641A"/>
    <w:rsid w:val="00192E67"/>
    <w:rsid w:val="001C60D1"/>
    <w:rsid w:val="001D6AF6"/>
    <w:rsid w:val="001D7A55"/>
    <w:rsid w:val="001F35A7"/>
    <w:rsid w:val="00206937"/>
    <w:rsid w:val="0021021B"/>
    <w:rsid w:val="002236E5"/>
    <w:rsid w:val="00224E30"/>
    <w:rsid w:val="00230B49"/>
    <w:rsid w:val="00241958"/>
    <w:rsid w:val="002508E1"/>
    <w:rsid w:val="00251EB9"/>
    <w:rsid w:val="00277D74"/>
    <w:rsid w:val="00280CAF"/>
    <w:rsid w:val="0028164E"/>
    <w:rsid w:val="0028287B"/>
    <w:rsid w:val="00292AB7"/>
    <w:rsid w:val="002B0548"/>
    <w:rsid w:val="002B3E6A"/>
    <w:rsid w:val="002C0FAC"/>
    <w:rsid w:val="002C325D"/>
    <w:rsid w:val="002C71B6"/>
    <w:rsid w:val="002D18BF"/>
    <w:rsid w:val="002E3600"/>
    <w:rsid w:val="002E4603"/>
    <w:rsid w:val="002F4FE4"/>
    <w:rsid w:val="0030342C"/>
    <w:rsid w:val="003109E5"/>
    <w:rsid w:val="00312050"/>
    <w:rsid w:val="00315648"/>
    <w:rsid w:val="00323F32"/>
    <w:rsid w:val="003329A8"/>
    <w:rsid w:val="00343B8F"/>
    <w:rsid w:val="003637EA"/>
    <w:rsid w:val="00364A25"/>
    <w:rsid w:val="00382418"/>
    <w:rsid w:val="0038725C"/>
    <w:rsid w:val="0039116A"/>
    <w:rsid w:val="003A7690"/>
    <w:rsid w:val="003D30AC"/>
    <w:rsid w:val="003F269D"/>
    <w:rsid w:val="003F6966"/>
    <w:rsid w:val="0041510E"/>
    <w:rsid w:val="00417FBD"/>
    <w:rsid w:val="004323A3"/>
    <w:rsid w:val="00443336"/>
    <w:rsid w:val="004450DF"/>
    <w:rsid w:val="0045094F"/>
    <w:rsid w:val="00450AA8"/>
    <w:rsid w:val="00457DC2"/>
    <w:rsid w:val="0046527B"/>
    <w:rsid w:val="00465E86"/>
    <w:rsid w:val="00470F19"/>
    <w:rsid w:val="004737CC"/>
    <w:rsid w:val="004770B6"/>
    <w:rsid w:val="0048102F"/>
    <w:rsid w:val="0048751A"/>
    <w:rsid w:val="004B51D3"/>
    <w:rsid w:val="004B6A9C"/>
    <w:rsid w:val="004C342F"/>
    <w:rsid w:val="004C5918"/>
    <w:rsid w:val="004E016A"/>
    <w:rsid w:val="00512824"/>
    <w:rsid w:val="00514187"/>
    <w:rsid w:val="00514258"/>
    <w:rsid w:val="005319E2"/>
    <w:rsid w:val="00532E61"/>
    <w:rsid w:val="00535894"/>
    <w:rsid w:val="0055074E"/>
    <w:rsid w:val="00560B21"/>
    <w:rsid w:val="00575F3F"/>
    <w:rsid w:val="0059487B"/>
    <w:rsid w:val="005A5EA1"/>
    <w:rsid w:val="005B0388"/>
    <w:rsid w:val="005C1968"/>
    <w:rsid w:val="005D0E13"/>
    <w:rsid w:val="005E4B4E"/>
    <w:rsid w:val="005F2579"/>
    <w:rsid w:val="00600216"/>
    <w:rsid w:val="00601613"/>
    <w:rsid w:val="00603418"/>
    <w:rsid w:val="00607BD0"/>
    <w:rsid w:val="006101A2"/>
    <w:rsid w:val="00616E67"/>
    <w:rsid w:val="00620439"/>
    <w:rsid w:val="00624ACE"/>
    <w:rsid w:val="006277B3"/>
    <w:rsid w:val="00632A25"/>
    <w:rsid w:val="00632EA0"/>
    <w:rsid w:val="00645AB2"/>
    <w:rsid w:val="006752A7"/>
    <w:rsid w:val="00675DF6"/>
    <w:rsid w:val="00677189"/>
    <w:rsid w:val="006808DF"/>
    <w:rsid w:val="00682C9A"/>
    <w:rsid w:val="00693204"/>
    <w:rsid w:val="00694D14"/>
    <w:rsid w:val="0069521D"/>
    <w:rsid w:val="006B7FC6"/>
    <w:rsid w:val="006C1909"/>
    <w:rsid w:val="006C3D2B"/>
    <w:rsid w:val="006D3027"/>
    <w:rsid w:val="006D50EA"/>
    <w:rsid w:val="00702435"/>
    <w:rsid w:val="00716A80"/>
    <w:rsid w:val="00735520"/>
    <w:rsid w:val="00737280"/>
    <w:rsid w:val="00756FD3"/>
    <w:rsid w:val="007639F4"/>
    <w:rsid w:val="007675CF"/>
    <w:rsid w:val="00772BFC"/>
    <w:rsid w:val="00772EC7"/>
    <w:rsid w:val="0078404E"/>
    <w:rsid w:val="0079085A"/>
    <w:rsid w:val="00793C1C"/>
    <w:rsid w:val="007C2455"/>
    <w:rsid w:val="007C28A6"/>
    <w:rsid w:val="007D38D2"/>
    <w:rsid w:val="007D5F9A"/>
    <w:rsid w:val="007E21B2"/>
    <w:rsid w:val="007E4D51"/>
    <w:rsid w:val="007F59EB"/>
    <w:rsid w:val="00801CAC"/>
    <w:rsid w:val="00812669"/>
    <w:rsid w:val="008249BC"/>
    <w:rsid w:val="00836C7D"/>
    <w:rsid w:val="008406D5"/>
    <w:rsid w:val="00845C1D"/>
    <w:rsid w:val="00861E5E"/>
    <w:rsid w:val="00871CCD"/>
    <w:rsid w:val="008B3EF5"/>
    <w:rsid w:val="008D1467"/>
    <w:rsid w:val="008D1763"/>
    <w:rsid w:val="008D2FEB"/>
    <w:rsid w:val="008E6056"/>
    <w:rsid w:val="008F1209"/>
    <w:rsid w:val="008F1553"/>
    <w:rsid w:val="008F2C34"/>
    <w:rsid w:val="008F345C"/>
    <w:rsid w:val="008F726E"/>
    <w:rsid w:val="009001E0"/>
    <w:rsid w:val="00902468"/>
    <w:rsid w:val="0090407F"/>
    <w:rsid w:val="0091126E"/>
    <w:rsid w:val="00913E20"/>
    <w:rsid w:val="00931148"/>
    <w:rsid w:val="009352D0"/>
    <w:rsid w:val="00951A94"/>
    <w:rsid w:val="00955D02"/>
    <w:rsid w:val="00963229"/>
    <w:rsid w:val="00967410"/>
    <w:rsid w:val="009743C5"/>
    <w:rsid w:val="009820C8"/>
    <w:rsid w:val="009853F2"/>
    <w:rsid w:val="0098591A"/>
    <w:rsid w:val="00994048"/>
    <w:rsid w:val="009A2A17"/>
    <w:rsid w:val="009B3C25"/>
    <w:rsid w:val="009B67C6"/>
    <w:rsid w:val="009C1153"/>
    <w:rsid w:val="009D55EA"/>
    <w:rsid w:val="009F7D2D"/>
    <w:rsid w:val="00A203FC"/>
    <w:rsid w:val="00A52AF0"/>
    <w:rsid w:val="00A6671A"/>
    <w:rsid w:val="00A7177C"/>
    <w:rsid w:val="00A718F6"/>
    <w:rsid w:val="00A73E19"/>
    <w:rsid w:val="00A83526"/>
    <w:rsid w:val="00A850EE"/>
    <w:rsid w:val="00A87F2E"/>
    <w:rsid w:val="00A914CE"/>
    <w:rsid w:val="00AA2B2C"/>
    <w:rsid w:val="00AB6641"/>
    <w:rsid w:val="00AC004E"/>
    <w:rsid w:val="00AD713F"/>
    <w:rsid w:val="00AE22A2"/>
    <w:rsid w:val="00AF2F69"/>
    <w:rsid w:val="00B14F77"/>
    <w:rsid w:val="00B36D96"/>
    <w:rsid w:val="00B41594"/>
    <w:rsid w:val="00B620B6"/>
    <w:rsid w:val="00B76258"/>
    <w:rsid w:val="00B850A9"/>
    <w:rsid w:val="00B85BD4"/>
    <w:rsid w:val="00B95767"/>
    <w:rsid w:val="00B96B41"/>
    <w:rsid w:val="00B97AA4"/>
    <w:rsid w:val="00BA1AC9"/>
    <w:rsid w:val="00BB4936"/>
    <w:rsid w:val="00BC3759"/>
    <w:rsid w:val="00BE4A0C"/>
    <w:rsid w:val="00BE5B6E"/>
    <w:rsid w:val="00BE5DD9"/>
    <w:rsid w:val="00BF373B"/>
    <w:rsid w:val="00BF4007"/>
    <w:rsid w:val="00C04DC7"/>
    <w:rsid w:val="00C05320"/>
    <w:rsid w:val="00C101F1"/>
    <w:rsid w:val="00C110C3"/>
    <w:rsid w:val="00C15372"/>
    <w:rsid w:val="00C15EE7"/>
    <w:rsid w:val="00C27FBE"/>
    <w:rsid w:val="00C33DC8"/>
    <w:rsid w:val="00C355B9"/>
    <w:rsid w:val="00C36BE9"/>
    <w:rsid w:val="00C53036"/>
    <w:rsid w:val="00C53449"/>
    <w:rsid w:val="00C540BE"/>
    <w:rsid w:val="00C619A5"/>
    <w:rsid w:val="00C64274"/>
    <w:rsid w:val="00C6519B"/>
    <w:rsid w:val="00C81F04"/>
    <w:rsid w:val="00C93B46"/>
    <w:rsid w:val="00CB1B3D"/>
    <w:rsid w:val="00CD7B05"/>
    <w:rsid w:val="00CE100E"/>
    <w:rsid w:val="00CE264D"/>
    <w:rsid w:val="00CF00CD"/>
    <w:rsid w:val="00CF3578"/>
    <w:rsid w:val="00D2675C"/>
    <w:rsid w:val="00D35663"/>
    <w:rsid w:val="00D362F4"/>
    <w:rsid w:val="00D4386C"/>
    <w:rsid w:val="00D620BA"/>
    <w:rsid w:val="00D70F84"/>
    <w:rsid w:val="00D75BAF"/>
    <w:rsid w:val="00D8685F"/>
    <w:rsid w:val="00D951AC"/>
    <w:rsid w:val="00D97B0B"/>
    <w:rsid w:val="00DB1EC2"/>
    <w:rsid w:val="00DB4709"/>
    <w:rsid w:val="00DC5D1C"/>
    <w:rsid w:val="00DC7A03"/>
    <w:rsid w:val="00DD3AC2"/>
    <w:rsid w:val="00DD45B2"/>
    <w:rsid w:val="00DE7C4B"/>
    <w:rsid w:val="00DF0FD9"/>
    <w:rsid w:val="00E22E14"/>
    <w:rsid w:val="00E26DEF"/>
    <w:rsid w:val="00E27840"/>
    <w:rsid w:val="00E33F63"/>
    <w:rsid w:val="00E534EA"/>
    <w:rsid w:val="00E54A78"/>
    <w:rsid w:val="00E66468"/>
    <w:rsid w:val="00E753C7"/>
    <w:rsid w:val="00E879CB"/>
    <w:rsid w:val="00E97E37"/>
    <w:rsid w:val="00EA72D7"/>
    <w:rsid w:val="00EB0170"/>
    <w:rsid w:val="00EB3F36"/>
    <w:rsid w:val="00EC64CC"/>
    <w:rsid w:val="00EC7C85"/>
    <w:rsid w:val="00EE4ED1"/>
    <w:rsid w:val="00EE548D"/>
    <w:rsid w:val="00EE7D7D"/>
    <w:rsid w:val="00EF080C"/>
    <w:rsid w:val="00EF23FF"/>
    <w:rsid w:val="00EF48A3"/>
    <w:rsid w:val="00EF700B"/>
    <w:rsid w:val="00F040EF"/>
    <w:rsid w:val="00F10130"/>
    <w:rsid w:val="00F233A0"/>
    <w:rsid w:val="00F24267"/>
    <w:rsid w:val="00F27F1B"/>
    <w:rsid w:val="00F3133B"/>
    <w:rsid w:val="00F37367"/>
    <w:rsid w:val="00F6400E"/>
    <w:rsid w:val="00F84253"/>
    <w:rsid w:val="00F96F15"/>
    <w:rsid w:val="00FA66C9"/>
    <w:rsid w:val="00FB1403"/>
    <w:rsid w:val="00FB1EC5"/>
    <w:rsid w:val="00FB4CBB"/>
    <w:rsid w:val="00FB7484"/>
    <w:rsid w:val="00FD4879"/>
    <w:rsid w:val="00FF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5553D9"/>
  <w15:docId w15:val="{7D0E02EB-7F52-4311-8767-81CCDE176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2455"/>
    <w:rPr>
      <w:rFonts w:eastAsiaTheme="minorHAnsi" w:cs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link w:val="Nagwek3Znak"/>
    <w:qFormat/>
    <w:rsid w:val="00C05320"/>
    <w:pPr>
      <w:keepNext/>
      <w:spacing w:line="360" w:lineRule="auto"/>
      <w:outlineLvl w:val="2"/>
    </w:pPr>
    <w:rPr>
      <w:color w:val="0000FF"/>
      <w:sz w:val="4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E7D7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7D7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E7D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D7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C05320"/>
    <w:rPr>
      <w:rFonts w:ascii="Times New Roman" w:eastAsia="Times New Roman" w:hAnsi="Times New Roman" w:cs="Times New Roman"/>
      <w:color w:val="0000FF"/>
      <w:sz w:val="44"/>
      <w:szCs w:val="20"/>
      <w:lang w:eastAsia="pl-PL"/>
    </w:rPr>
  </w:style>
  <w:style w:type="character" w:styleId="Hipercze">
    <w:name w:val="Hyperlink"/>
    <w:basedOn w:val="Domylnaczcionkaakapitu"/>
    <w:rsid w:val="00C05320"/>
    <w:rPr>
      <w:color w:val="0000FF"/>
      <w:u w:val="single"/>
    </w:rPr>
  </w:style>
  <w:style w:type="paragraph" w:styleId="Bezodstpw">
    <w:name w:val="No Spacing"/>
    <w:uiPriority w:val="1"/>
    <w:qFormat/>
    <w:rsid w:val="00C05320"/>
    <w:pPr>
      <w:ind w:left="284" w:hanging="284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7D38D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D38D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D38D2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D38D2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132485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132485"/>
    <w:rPr>
      <w:color w:val="808080"/>
    </w:rPr>
  </w:style>
  <w:style w:type="paragraph" w:customStyle="1" w:styleId="Standard">
    <w:name w:val="Standard"/>
    <w:rsid w:val="00963229"/>
    <w:pPr>
      <w:widowControl w:val="0"/>
      <w:suppressAutoHyphens/>
    </w:pPr>
    <w:rPr>
      <w:rFonts w:ascii="Times New Roman" w:eastAsia="Times New Roman" w:hAnsi="Times New Roman"/>
      <w:sz w:val="24"/>
    </w:rPr>
  </w:style>
  <w:style w:type="paragraph" w:styleId="Tekstpodstawowywcity">
    <w:name w:val="Body Text Indent"/>
    <w:basedOn w:val="Normalny"/>
    <w:link w:val="TekstpodstawowywcityZnak"/>
    <w:semiHidden/>
    <w:unhideWhenUsed/>
    <w:rsid w:val="00EE4ED1"/>
    <w:pPr>
      <w:ind w:firstLine="426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E4ED1"/>
    <w:rPr>
      <w:rFonts w:ascii="Times New Roman" w:eastAsia="Times New Roman" w:hAnsi="Times New Roman"/>
      <w:sz w:val="24"/>
    </w:rPr>
  </w:style>
  <w:style w:type="character" w:customStyle="1" w:styleId="Teksttreci">
    <w:name w:val="Tekst treści_"/>
    <w:basedOn w:val="Domylnaczcionkaakapitu"/>
    <w:link w:val="Teksttreci0"/>
    <w:locked/>
    <w:rsid w:val="0001522C"/>
    <w:rPr>
      <w:rFonts w:ascii="Times New Roman" w:eastAsia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1522C"/>
    <w:pPr>
      <w:widowControl w:val="0"/>
      <w:shd w:val="clear" w:color="auto" w:fill="FFFFFF"/>
      <w:spacing w:line="317" w:lineRule="exact"/>
      <w:jc w:val="center"/>
    </w:pPr>
    <w:rPr>
      <w:rFonts w:ascii="Times New Roman" w:eastAsia="Times New Roman" w:hAnsi="Times New Roman" w:cs="Times New Roman"/>
      <w:b/>
      <w:bCs/>
      <w:i/>
      <w:iCs/>
      <w:lang w:eastAsia="pl-PL"/>
    </w:rPr>
  </w:style>
  <w:style w:type="character" w:customStyle="1" w:styleId="TeksttreciExact">
    <w:name w:val="Tekst treści Exact"/>
    <w:basedOn w:val="Domylnaczcionkaakapitu"/>
    <w:rsid w:val="0001522C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2"/>
      <w:szCs w:val="22"/>
      <w:u w:val="none"/>
      <w:effect w:val="none"/>
    </w:rPr>
  </w:style>
  <w:style w:type="paragraph" w:customStyle="1" w:styleId="Style7">
    <w:name w:val="Style7"/>
    <w:basedOn w:val="Normalny"/>
    <w:rsid w:val="00EF48A3"/>
    <w:pPr>
      <w:widowControl w:val="0"/>
      <w:suppressAutoHyphens/>
      <w:autoSpaceDE w:val="0"/>
      <w:spacing w:line="341" w:lineRule="exact"/>
      <w:ind w:hanging="293"/>
      <w:jc w:val="both"/>
    </w:pPr>
    <w:rPr>
      <w:rFonts w:ascii="Franklin Gothic Medium" w:eastAsia="Times New Roman" w:hAnsi="Franklin Gothic Medium"/>
      <w:sz w:val="24"/>
      <w:szCs w:val="24"/>
      <w:lang w:eastAsia="ar-SA"/>
    </w:rPr>
  </w:style>
  <w:style w:type="character" w:customStyle="1" w:styleId="FontStyle61">
    <w:name w:val="Font Style61"/>
    <w:rsid w:val="00EF48A3"/>
    <w:rPr>
      <w:rFonts w:ascii="Franklin Gothic Medium" w:hAnsi="Franklin Gothic Medium" w:cs="Franklin Gothic Medium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79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lawp@lubelskie.p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A04C8-A17B-4B3D-93B2-DB7EDAC497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297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Babska</dc:creator>
  <cp:lastModifiedBy>Katarzyna Kowalczyk</cp:lastModifiedBy>
  <cp:revision>108</cp:revision>
  <cp:lastPrinted>2024-09-05T10:17:00Z</cp:lastPrinted>
  <dcterms:created xsi:type="dcterms:W3CDTF">2016-12-09T11:56:00Z</dcterms:created>
  <dcterms:modified xsi:type="dcterms:W3CDTF">2025-05-07T06:56:00Z</dcterms:modified>
</cp:coreProperties>
</file>