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31E4D848" w:rsidR="000D55F1" w:rsidRPr="0018513B" w:rsidRDefault="00DA6320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4395B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24.2.</w:t>
      </w:r>
      <w:r w:rsidR="00B74144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="001E5949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E4395B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.2025.</w:t>
      </w:r>
      <w:r w:rsidR="00957091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KK</w:t>
      </w:r>
    </w:p>
    <w:p w14:paraId="43DD2067" w14:textId="49EACA2A" w:rsidR="00651C6D" w:rsidRPr="0018513B" w:rsidRDefault="00651C6D" w:rsidP="00891B7C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00FDAB40" w:rsidR="00965E26" w:rsidRPr="0018513B" w:rsidRDefault="00EA54FC" w:rsidP="0098730D">
      <w:pPr>
        <w:suppressAutoHyphens w:val="0"/>
        <w:autoSpaceDN/>
        <w:spacing w:after="12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Zakup</w:t>
      </w:r>
      <w:r w:rsidR="0013046A" w:rsidRPr="001304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regałów archiwalnych jezdnych w systemie przesuwnym na potrzeby Lubelskiej Agencji Wspierania Przedsiębiorczości w Lublinie</w:t>
      </w:r>
    </w:p>
    <w:p w14:paraId="29CC21C6" w14:textId="50CC6977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98730D">
      <w:pPr>
        <w:tabs>
          <w:tab w:val="right" w:pos="2268"/>
          <w:tab w:val="right" w:leader="dot" w:pos="9072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3533F00F" w14:textId="73F0613E" w:rsidR="008B30CB" w:rsidRDefault="00720E5E" w:rsidP="00870568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netto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: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025B9A4A" w14:textId="6E70D1FB" w:rsidR="00870568" w:rsidRDefault="00870568" w:rsidP="00870568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)</w:t>
      </w:r>
    </w:p>
    <w:p w14:paraId="5FAE13F6" w14:textId="533AFB78" w:rsidR="00870568" w:rsidRDefault="00870568" w:rsidP="004D4183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brutto: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39EDE745" w14:textId="0F776938" w:rsidR="00870568" w:rsidRPr="003F5EB1" w:rsidRDefault="00870568" w:rsidP="004D4183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)</w:t>
      </w:r>
    </w:p>
    <w:p w14:paraId="66111653" w14:textId="665DD89D" w:rsidR="008C2F61" w:rsidRPr="0018513B" w:rsidRDefault="008C2F61" w:rsidP="0098730D">
      <w:pPr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7DAA42D5" w:rsidR="00F30E79" w:rsidRPr="0018513B" w:rsidRDefault="008C2F61" w:rsidP="00891B7C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i </w:t>
      </w:r>
      <w:r w:rsidR="0098730D">
        <w:rPr>
          <w:rFonts w:ascii="Arial" w:hAnsi="Arial" w:cs="Arial"/>
          <w:lang w:eastAsia="ar-SA"/>
        </w:rPr>
        <w:t xml:space="preserve">wzór umowy i </w:t>
      </w:r>
      <w:r w:rsidRPr="0018513B">
        <w:rPr>
          <w:rFonts w:ascii="Arial" w:hAnsi="Arial" w:cs="Arial"/>
          <w:lang w:eastAsia="ar-SA"/>
        </w:rPr>
        <w:t>w przypadku udzielenia mi/nam zamówienia, wykonam/-my je na warunkach i w terminach określonych w ty</w:t>
      </w:r>
      <w:r w:rsidR="0098730D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98730D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98730D">
      <w:pPr>
        <w:pStyle w:val="Akapitzlist"/>
        <w:numPr>
          <w:ilvl w:val="0"/>
          <w:numId w:val="5"/>
        </w:numPr>
        <w:autoSpaceDE w:val="0"/>
        <w:spacing w:after="480"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98730D" w:rsidRDefault="0064635E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33E98FB" w14:textId="59DAF058" w:rsidR="0064635E" w:rsidRPr="0098730D" w:rsidRDefault="0064635E" w:rsidP="0098730D">
      <w:pPr>
        <w:tabs>
          <w:tab w:val="left" w:leader="dot" w:pos="3402"/>
        </w:tabs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730D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5C847E3B" w:rsidR="0064635E" w:rsidRPr="0098730D" w:rsidRDefault="00A60BCF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br/>
      </w:r>
      <w:r w:rsidR="0064635E"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3BF88D5" w14:textId="1310BA30" w:rsidR="00AA1570" w:rsidRPr="00A60BCF" w:rsidRDefault="00F30E79" w:rsidP="009873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32"/>
          <w:szCs w:val="32"/>
          <w:lang w:eastAsia="pl-PL"/>
        </w:rPr>
      </w:pPr>
      <w:r w:rsidRPr="00A60BCF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sectPr w:rsidR="00AA1570" w:rsidRPr="00A60BCF" w:rsidSect="00C837FD">
      <w:headerReference w:type="default" r:id="rId8"/>
      <w:footerReference w:type="default" r:id="rId9"/>
      <w:pgSz w:w="11906" w:h="16838"/>
      <w:pgMar w:top="1843" w:right="1417" w:bottom="142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929BF" w14:textId="77777777" w:rsidR="003A1AA5" w:rsidRDefault="003A1AA5" w:rsidP="00EE7D7D">
      <w:r>
        <w:separator/>
      </w:r>
    </w:p>
  </w:endnote>
  <w:endnote w:type="continuationSeparator" w:id="0">
    <w:p w14:paraId="4F7B634F" w14:textId="77777777" w:rsidR="003A1AA5" w:rsidRDefault="003A1AA5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2593" w14:textId="3537E460" w:rsidR="00AB35BC" w:rsidRDefault="00AB35BC">
    <w:pPr>
      <w:pStyle w:val="Stopka"/>
      <w:jc w:val="right"/>
    </w:pPr>
    <w:r>
      <w:t xml:space="preserve">  </w:t>
    </w:r>
    <w:r w:rsidRPr="00CE2DE6">
      <w:rPr>
        <w:noProof/>
      </w:rPr>
      <w:drawing>
        <wp:inline distT="0" distB="0" distL="0" distR="0" wp14:anchorId="08BA59B5" wp14:editId="70101D10">
          <wp:extent cx="5172075" cy="547310"/>
          <wp:effectExtent l="0" t="0" r="0" b="5715"/>
          <wp:docPr id="355258822" name="Obraz 3552588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475781" name="Obraz 15704757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6385" cy="551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sdt>
      <w:sdtPr>
        <w:id w:val="-151160260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3B1CB" w14:textId="77777777" w:rsidR="003A1AA5" w:rsidRDefault="003A1AA5" w:rsidP="00EE7D7D">
      <w:r>
        <w:separator/>
      </w:r>
    </w:p>
  </w:footnote>
  <w:footnote w:type="continuationSeparator" w:id="0">
    <w:p w14:paraId="112D9564" w14:textId="77777777" w:rsidR="003A1AA5" w:rsidRDefault="003A1AA5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1141561244" name="Obraz 114156124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r w:rsidRPr="0052214A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98C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0F1A8E"/>
    <w:rsid w:val="00104506"/>
    <w:rsid w:val="001067E1"/>
    <w:rsid w:val="001104B7"/>
    <w:rsid w:val="001126F4"/>
    <w:rsid w:val="00112823"/>
    <w:rsid w:val="00114145"/>
    <w:rsid w:val="001218D1"/>
    <w:rsid w:val="0013046A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E5949"/>
    <w:rsid w:val="001F06AA"/>
    <w:rsid w:val="001F35A7"/>
    <w:rsid w:val="00204432"/>
    <w:rsid w:val="00223B01"/>
    <w:rsid w:val="002508E1"/>
    <w:rsid w:val="002610E3"/>
    <w:rsid w:val="00261205"/>
    <w:rsid w:val="00280CAF"/>
    <w:rsid w:val="002861B6"/>
    <w:rsid w:val="002A542E"/>
    <w:rsid w:val="002A5A77"/>
    <w:rsid w:val="002B3E6A"/>
    <w:rsid w:val="002C325D"/>
    <w:rsid w:val="002D18BF"/>
    <w:rsid w:val="002D55B3"/>
    <w:rsid w:val="002E32BC"/>
    <w:rsid w:val="002E3600"/>
    <w:rsid w:val="002E4603"/>
    <w:rsid w:val="002F3218"/>
    <w:rsid w:val="002F4FE4"/>
    <w:rsid w:val="00313F4B"/>
    <w:rsid w:val="0031531E"/>
    <w:rsid w:val="00315648"/>
    <w:rsid w:val="003258F8"/>
    <w:rsid w:val="00326A0B"/>
    <w:rsid w:val="00333FBE"/>
    <w:rsid w:val="0033772E"/>
    <w:rsid w:val="00353EF9"/>
    <w:rsid w:val="00362976"/>
    <w:rsid w:val="00371343"/>
    <w:rsid w:val="00376EFE"/>
    <w:rsid w:val="003813B1"/>
    <w:rsid w:val="00385732"/>
    <w:rsid w:val="00390E3C"/>
    <w:rsid w:val="0039116A"/>
    <w:rsid w:val="003A1AA5"/>
    <w:rsid w:val="003A41FA"/>
    <w:rsid w:val="003A7690"/>
    <w:rsid w:val="003B235C"/>
    <w:rsid w:val="003C5E9E"/>
    <w:rsid w:val="003D0B04"/>
    <w:rsid w:val="003F22A7"/>
    <w:rsid w:val="003F5EB1"/>
    <w:rsid w:val="003F6C36"/>
    <w:rsid w:val="004152C8"/>
    <w:rsid w:val="00435D6D"/>
    <w:rsid w:val="00450C07"/>
    <w:rsid w:val="004553F9"/>
    <w:rsid w:val="004569E1"/>
    <w:rsid w:val="00470F19"/>
    <w:rsid w:val="00475BD8"/>
    <w:rsid w:val="00476B37"/>
    <w:rsid w:val="0048751A"/>
    <w:rsid w:val="004A1392"/>
    <w:rsid w:val="004B252D"/>
    <w:rsid w:val="004D4183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1724"/>
    <w:rsid w:val="006020ED"/>
    <w:rsid w:val="00603D46"/>
    <w:rsid w:val="00607BD0"/>
    <w:rsid w:val="006101A2"/>
    <w:rsid w:val="00610C08"/>
    <w:rsid w:val="00616FCA"/>
    <w:rsid w:val="00623444"/>
    <w:rsid w:val="006328A5"/>
    <w:rsid w:val="0064635E"/>
    <w:rsid w:val="00651C6D"/>
    <w:rsid w:val="00652C73"/>
    <w:rsid w:val="00653ED6"/>
    <w:rsid w:val="006736D5"/>
    <w:rsid w:val="006808DF"/>
    <w:rsid w:val="00683D7A"/>
    <w:rsid w:val="006844A4"/>
    <w:rsid w:val="006900A7"/>
    <w:rsid w:val="006A7728"/>
    <w:rsid w:val="006B1981"/>
    <w:rsid w:val="006C259A"/>
    <w:rsid w:val="006D1C65"/>
    <w:rsid w:val="006F61C7"/>
    <w:rsid w:val="007015EE"/>
    <w:rsid w:val="00704559"/>
    <w:rsid w:val="00707E91"/>
    <w:rsid w:val="00712D69"/>
    <w:rsid w:val="00716A80"/>
    <w:rsid w:val="00720E5E"/>
    <w:rsid w:val="00722E55"/>
    <w:rsid w:val="00737280"/>
    <w:rsid w:val="007402E8"/>
    <w:rsid w:val="00746437"/>
    <w:rsid w:val="00746661"/>
    <w:rsid w:val="00756FD3"/>
    <w:rsid w:val="007621CA"/>
    <w:rsid w:val="00774E0A"/>
    <w:rsid w:val="0078168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0568"/>
    <w:rsid w:val="00873ED5"/>
    <w:rsid w:val="00882888"/>
    <w:rsid w:val="00891B7C"/>
    <w:rsid w:val="00896326"/>
    <w:rsid w:val="008A0DFF"/>
    <w:rsid w:val="008A1479"/>
    <w:rsid w:val="008B30CB"/>
    <w:rsid w:val="008B5398"/>
    <w:rsid w:val="008C2F61"/>
    <w:rsid w:val="008F2106"/>
    <w:rsid w:val="008F2E1D"/>
    <w:rsid w:val="008F3D1D"/>
    <w:rsid w:val="008F4444"/>
    <w:rsid w:val="009055B3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8730D"/>
    <w:rsid w:val="009940C8"/>
    <w:rsid w:val="009947AC"/>
    <w:rsid w:val="00994E25"/>
    <w:rsid w:val="00995679"/>
    <w:rsid w:val="009A66CE"/>
    <w:rsid w:val="009B0343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03278"/>
    <w:rsid w:val="00A24939"/>
    <w:rsid w:val="00A2715C"/>
    <w:rsid w:val="00A34CCE"/>
    <w:rsid w:val="00A60BCF"/>
    <w:rsid w:val="00A72F70"/>
    <w:rsid w:val="00A81ED8"/>
    <w:rsid w:val="00A84CCF"/>
    <w:rsid w:val="00A966D0"/>
    <w:rsid w:val="00A97513"/>
    <w:rsid w:val="00AA1570"/>
    <w:rsid w:val="00AA39CF"/>
    <w:rsid w:val="00AB0302"/>
    <w:rsid w:val="00AB26B5"/>
    <w:rsid w:val="00AB35BC"/>
    <w:rsid w:val="00AC004E"/>
    <w:rsid w:val="00AC0472"/>
    <w:rsid w:val="00AC4176"/>
    <w:rsid w:val="00AC7832"/>
    <w:rsid w:val="00AD7D85"/>
    <w:rsid w:val="00AD7ED3"/>
    <w:rsid w:val="00AE22A2"/>
    <w:rsid w:val="00B00C89"/>
    <w:rsid w:val="00B11466"/>
    <w:rsid w:val="00B21B75"/>
    <w:rsid w:val="00B2467D"/>
    <w:rsid w:val="00B27D5C"/>
    <w:rsid w:val="00B36474"/>
    <w:rsid w:val="00B672FC"/>
    <w:rsid w:val="00B7065A"/>
    <w:rsid w:val="00B74144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37FD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504F5"/>
    <w:rsid w:val="00D6003B"/>
    <w:rsid w:val="00D72FFD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395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A54FC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312</TotalTime>
  <Pages>2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146</cp:revision>
  <cp:lastPrinted>2022-09-06T06:42:00Z</cp:lastPrinted>
  <dcterms:created xsi:type="dcterms:W3CDTF">2021-12-09T11:18:00Z</dcterms:created>
  <dcterms:modified xsi:type="dcterms:W3CDTF">2025-04-24T10:34:00Z</dcterms:modified>
</cp:coreProperties>
</file>