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19815" w14:textId="13E636DE" w:rsidR="000D55F1" w:rsidRPr="0018513B" w:rsidRDefault="00DA6320" w:rsidP="00E75F15">
      <w:pPr>
        <w:suppressAutoHyphens w:val="0"/>
        <w:autoSpaceDN/>
        <w:spacing w:after="0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Znak sprawy: </w:t>
      </w:r>
      <w:r w:rsidR="003F22A7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ORG</w:t>
      </w:r>
      <w:r w:rsidR="00957091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E4395B">
        <w:rPr>
          <w:rFonts w:ascii="Arial" w:eastAsia="Times New Roman" w:hAnsi="Arial" w:cs="Arial"/>
          <w:bCs/>
          <w:sz w:val="24"/>
          <w:szCs w:val="24"/>
          <w:lang w:eastAsia="pl-PL"/>
        </w:rPr>
        <w:t>24.2.16.2025.</w:t>
      </w:r>
      <w:r w:rsidR="00957091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KK</w:t>
      </w:r>
    </w:p>
    <w:p w14:paraId="43DD2067" w14:textId="49EACA2A" w:rsidR="00651C6D" w:rsidRPr="0018513B" w:rsidRDefault="00651C6D" w:rsidP="00E75F15">
      <w:pPr>
        <w:suppressAutoHyphens w:val="0"/>
        <w:autoSpaceDN/>
        <w:spacing w:after="240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Załącznik nr 2 do Zaproszenia do składnia ofert – Formularz ofertowy</w:t>
      </w:r>
    </w:p>
    <w:p w14:paraId="0929BB13" w14:textId="17B82161" w:rsidR="001F06AA" w:rsidRPr="0018513B" w:rsidRDefault="005477C2" w:rsidP="00E75F15">
      <w:pPr>
        <w:suppressAutoHyphens w:val="0"/>
        <w:autoSpaceDN/>
        <w:spacing w:after="0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FORMUL</w:t>
      </w:r>
      <w:r w:rsidR="00781B0C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RZ </w:t>
      </w:r>
      <w:r w:rsidR="00376EFE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OFERTOWY</w:t>
      </w:r>
    </w:p>
    <w:p w14:paraId="5D0952FF" w14:textId="0F677CCA" w:rsidR="00965E26" w:rsidRPr="0018513B" w:rsidRDefault="004569E1" w:rsidP="004569E1">
      <w:pPr>
        <w:suppressAutoHyphens w:val="0"/>
        <w:autoSpaceDN/>
        <w:spacing w:after="240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>sług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cateringow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na potrzeby </w:t>
      </w:r>
      <w:r w:rsidR="007402E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dwóch 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>szkole</w:t>
      </w:r>
      <w:r w:rsidR="007402E8">
        <w:rPr>
          <w:rFonts w:ascii="Arial" w:eastAsia="Times New Roman" w:hAnsi="Arial" w:cs="Arial"/>
          <w:b/>
          <w:sz w:val="24"/>
          <w:szCs w:val="24"/>
          <w:lang w:eastAsia="pl-PL"/>
        </w:rPr>
        <w:t>ń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dla potencjalnych beneficjentów organizowan</w:t>
      </w:r>
      <w:r w:rsidR="007402E8">
        <w:rPr>
          <w:rFonts w:ascii="Arial" w:eastAsia="Times New Roman" w:hAnsi="Arial" w:cs="Arial"/>
          <w:b/>
          <w:sz w:val="24"/>
          <w:szCs w:val="24"/>
          <w:lang w:eastAsia="pl-PL"/>
        </w:rPr>
        <w:t>ych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przez Lubelską Agencję Wspierania Przedsiębiorczości 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>Lublinie</w:t>
      </w:r>
    </w:p>
    <w:p w14:paraId="29CC21C6" w14:textId="50CC6977" w:rsidR="001F06AA" w:rsidRPr="0018513B" w:rsidRDefault="001F06AA" w:rsidP="00E75F15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Nazwa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7B1F8B45" w14:textId="5983374B" w:rsidR="001F06AA" w:rsidRPr="0018513B" w:rsidRDefault="001F06AA" w:rsidP="00E75F15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Adres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11D69E4D" w14:textId="5683BC85" w:rsidR="001F06AA" w:rsidRPr="0018513B" w:rsidRDefault="00F30E79" w:rsidP="00E75F15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Numer telefonu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6EC13466" w14:textId="3C27B5E9" w:rsidR="00596400" w:rsidRPr="0018513B" w:rsidRDefault="00F30E79" w:rsidP="00AD7ED3">
      <w:pPr>
        <w:tabs>
          <w:tab w:val="right" w:pos="2268"/>
          <w:tab w:val="right" w:leader="dot" w:pos="9072"/>
        </w:tabs>
        <w:spacing w:after="36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 xml:space="preserve">Adres </w:t>
      </w:r>
      <w:r w:rsidR="001F06AA" w:rsidRPr="0018513B">
        <w:rPr>
          <w:rFonts w:ascii="Arial" w:hAnsi="Arial" w:cs="Arial"/>
          <w:sz w:val="24"/>
          <w:szCs w:val="24"/>
        </w:rPr>
        <w:t>e-mail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3533F00F" w14:textId="001CC391" w:rsidR="008B30CB" w:rsidRPr="003F5EB1" w:rsidRDefault="00720E5E" w:rsidP="003F5EB1">
      <w:pPr>
        <w:tabs>
          <w:tab w:val="left" w:leader="dot" w:pos="6237"/>
          <w:tab w:val="left" w:leader="dot" w:pos="9072"/>
        </w:tabs>
        <w:autoSpaceDE w:val="0"/>
        <w:adjustRightInd w:val="0"/>
        <w:spacing w:before="240" w:after="0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Cena netto/brutto oferty</w:t>
      </w:r>
      <w:r w:rsidR="008B30CB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ar-SA"/>
        </w:rPr>
        <w:footnoteReference w:id="1"/>
      </w:r>
      <w:r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za 1 osobę</w:t>
      </w:r>
      <w:r w:rsidR="003F5EB1"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3F5EB1"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/</w:t>
      </w:r>
      <w:r w:rsidR="003F5EB1"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</w:p>
    <w:p w14:paraId="66111653" w14:textId="665DD89D" w:rsidR="008C2F61" w:rsidRPr="0018513B" w:rsidRDefault="008C2F61" w:rsidP="00AD7ED3">
      <w:pPr>
        <w:autoSpaceDE w:val="0"/>
        <w:adjustRightInd w:val="0"/>
        <w:spacing w:before="360" w:after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18513B">
        <w:rPr>
          <w:rFonts w:ascii="Arial" w:eastAsia="Times New Roman" w:hAnsi="Arial" w:cs="Arial"/>
          <w:sz w:val="24"/>
          <w:szCs w:val="24"/>
          <w:lang w:eastAsia="ar-SA"/>
        </w:rPr>
        <w:t>Oświadczam/-y, że:</w:t>
      </w:r>
    </w:p>
    <w:p w14:paraId="339D0688" w14:textId="050F78F7" w:rsidR="00F30E79" w:rsidRPr="0018513B" w:rsidRDefault="008C2F61" w:rsidP="00E75F15">
      <w:pPr>
        <w:pStyle w:val="Akapitzlist"/>
        <w:numPr>
          <w:ilvl w:val="0"/>
          <w:numId w:val="5"/>
        </w:numPr>
        <w:autoSpaceDE w:val="0"/>
        <w:spacing w:line="276" w:lineRule="auto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 xml:space="preserve">akceptuję/-my opis przedmiotu zamówienia </w:t>
      </w:r>
      <w:r w:rsidR="00CC0121" w:rsidRPr="0018513B">
        <w:rPr>
          <w:rFonts w:ascii="Arial" w:hAnsi="Arial" w:cs="Arial"/>
          <w:lang w:eastAsia="ar-SA"/>
        </w:rPr>
        <w:t xml:space="preserve">oraz umowę </w:t>
      </w:r>
      <w:r w:rsidRPr="0018513B">
        <w:rPr>
          <w:rFonts w:ascii="Arial" w:hAnsi="Arial" w:cs="Arial"/>
          <w:lang w:eastAsia="ar-SA"/>
        </w:rPr>
        <w:t>przekazan</w:t>
      </w:r>
      <w:r w:rsidR="00CC0121" w:rsidRPr="0018513B">
        <w:rPr>
          <w:rFonts w:ascii="Arial" w:hAnsi="Arial" w:cs="Arial"/>
          <w:lang w:eastAsia="ar-SA"/>
        </w:rPr>
        <w:t>e</w:t>
      </w:r>
      <w:r w:rsidRPr="0018513B">
        <w:rPr>
          <w:rFonts w:ascii="Arial" w:hAnsi="Arial" w:cs="Arial"/>
          <w:lang w:eastAsia="ar-SA"/>
        </w:rPr>
        <w:t xml:space="preserve"> przez Zamawiającego i w przypadku udzielenia mi/nam zamówienia, wykonam/-my je na warunkach i w terminach określonych w ty</w:t>
      </w:r>
      <w:r w:rsidR="00CC0121" w:rsidRPr="0018513B">
        <w:rPr>
          <w:rFonts w:ascii="Arial" w:hAnsi="Arial" w:cs="Arial"/>
          <w:lang w:eastAsia="ar-SA"/>
        </w:rPr>
        <w:t>ch</w:t>
      </w:r>
      <w:r w:rsidRPr="0018513B">
        <w:rPr>
          <w:rFonts w:ascii="Arial" w:hAnsi="Arial" w:cs="Arial"/>
          <w:lang w:eastAsia="ar-SA"/>
        </w:rPr>
        <w:t xml:space="preserve"> dokumen</w:t>
      </w:r>
      <w:r w:rsidR="00CC0121" w:rsidRPr="0018513B">
        <w:rPr>
          <w:rFonts w:ascii="Arial" w:hAnsi="Arial" w:cs="Arial"/>
          <w:lang w:eastAsia="ar-SA"/>
        </w:rPr>
        <w:t>tach</w:t>
      </w:r>
      <w:r w:rsidRPr="0018513B">
        <w:rPr>
          <w:rFonts w:ascii="Arial" w:hAnsi="Arial" w:cs="Arial"/>
          <w:lang w:eastAsia="ar-SA"/>
        </w:rPr>
        <w:t>.</w:t>
      </w:r>
    </w:p>
    <w:p w14:paraId="135A5370" w14:textId="2A106B7F" w:rsidR="008C2F61" w:rsidRPr="0018513B" w:rsidRDefault="008C2F61" w:rsidP="00E75F15">
      <w:pPr>
        <w:pStyle w:val="Akapitzlist"/>
        <w:numPr>
          <w:ilvl w:val="0"/>
          <w:numId w:val="5"/>
        </w:numPr>
        <w:autoSpaceDE w:val="0"/>
        <w:spacing w:after="480" w:line="276" w:lineRule="auto"/>
        <w:ind w:left="714" w:hanging="357"/>
        <w:contextualSpacing w:val="0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18513B">
        <w:rPr>
          <w:rFonts w:ascii="Arial" w:hAnsi="Arial" w:cs="Arial"/>
          <w:vertAlign w:val="superscript"/>
        </w:rPr>
        <w:footnoteReference w:id="2"/>
      </w:r>
    </w:p>
    <w:p w14:paraId="046C9B09" w14:textId="62CC01B7" w:rsidR="008C2F61" w:rsidRPr="0018513B" w:rsidRDefault="0064635E" w:rsidP="00E75F15">
      <w:pPr>
        <w:tabs>
          <w:tab w:val="left" w:leader="dot" w:pos="3402"/>
        </w:tabs>
        <w:suppressAutoHyphens w:val="0"/>
        <w:autoSpaceDN/>
        <w:spacing w:after="0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33E98FB" w14:textId="59DAF058" w:rsidR="0064635E" w:rsidRPr="0018513B" w:rsidRDefault="0064635E" w:rsidP="00E75F15">
      <w:pPr>
        <w:tabs>
          <w:tab w:val="left" w:leader="dot" w:pos="3402"/>
        </w:tabs>
        <w:suppressAutoHyphens w:val="0"/>
        <w:autoSpaceDN/>
        <w:spacing w:after="480"/>
        <w:jc w:val="both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(miejsce, data)</w:t>
      </w:r>
    </w:p>
    <w:p w14:paraId="5575BC5B" w14:textId="20C7E393" w:rsidR="0064635E" w:rsidRPr="0018513B" w:rsidRDefault="0064635E" w:rsidP="00E75F15">
      <w:pPr>
        <w:tabs>
          <w:tab w:val="left" w:leader="dot" w:pos="3402"/>
        </w:tabs>
        <w:suppressAutoHyphens w:val="0"/>
        <w:autoSpaceDN/>
        <w:spacing w:after="0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80E2651" w14:textId="71020708" w:rsidR="008C2F61" w:rsidRPr="0018513B" w:rsidRDefault="00F30E79" w:rsidP="00E75F15">
      <w:pPr>
        <w:suppressAutoHyphens w:val="0"/>
        <w:autoSpaceDN/>
        <w:spacing w:after="0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>(podpis zgodnie z rozdziałem V. Zaproszenia do składania ofert)</w:t>
      </w:r>
    </w:p>
    <w:p w14:paraId="33BF88D5" w14:textId="211AE031" w:rsidR="00AA1570" w:rsidRPr="0018513B" w:rsidRDefault="007402E8" w:rsidP="007402E8">
      <w:pPr>
        <w:tabs>
          <w:tab w:val="left" w:pos="2310"/>
        </w:tabs>
        <w:suppressAutoHyphens w:val="0"/>
        <w:autoSpaceDN/>
        <w:spacing w:after="0"/>
        <w:textAlignment w:val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ab/>
      </w:r>
    </w:p>
    <w:sectPr w:rsidR="00AA1570" w:rsidRPr="0018513B" w:rsidSect="007402E8">
      <w:headerReference w:type="default" r:id="rId8"/>
      <w:footerReference w:type="default" r:id="rId9"/>
      <w:pgSz w:w="11906" w:h="16838"/>
      <w:pgMar w:top="1843" w:right="1417" w:bottom="426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28BE0" w14:textId="77777777" w:rsidR="008B5398" w:rsidRDefault="008B5398" w:rsidP="00EE7D7D">
      <w:r>
        <w:separator/>
      </w:r>
    </w:p>
  </w:endnote>
  <w:endnote w:type="continuationSeparator" w:id="0">
    <w:p w14:paraId="7D88943C" w14:textId="77777777" w:rsidR="008B5398" w:rsidRDefault="008B5398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8504208"/>
      <w:docPartObj>
        <w:docPartGallery w:val="Page Numbers (Bottom of Page)"/>
        <w:docPartUnique/>
      </w:docPartObj>
    </w:sdtPr>
    <w:sdtEndPr/>
    <w:sdtContent>
      <w:p w14:paraId="23160BE9" w14:textId="5D7A5CB0" w:rsidR="00E75F15" w:rsidRDefault="00E75F15">
        <w:pPr>
          <w:pStyle w:val="Stopka"/>
          <w:jc w:val="right"/>
        </w:pPr>
        <w:r>
          <w:t xml:space="preserve">  </w:t>
        </w:r>
        <w:r w:rsidRPr="00CE2DE6">
          <w:rPr>
            <w:noProof/>
          </w:rPr>
          <w:drawing>
            <wp:inline distT="0" distB="0" distL="0" distR="0" wp14:anchorId="3ECDDD33" wp14:editId="59AAD31F">
              <wp:extent cx="5172075" cy="547310"/>
              <wp:effectExtent l="0" t="0" r="0" b="5715"/>
              <wp:docPr id="1289002416" name="Obraz 128900241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70475781" name="Obraz 157047578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16385" cy="5519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</w:t>
        </w:r>
      </w:p>
    </w:sdtContent>
  </w:sdt>
  <w:p w14:paraId="3D552B79" w14:textId="502B2ACE" w:rsidR="00EE7D7D" w:rsidRPr="00EE7D7D" w:rsidRDefault="00EE7D7D" w:rsidP="007A2E2C">
    <w:pPr>
      <w:autoSpaceDE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F8447" w14:textId="77777777" w:rsidR="008B5398" w:rsidRDefault="008B5398" w:rsidP="00EE7D7D">
      <w:r>
        <w:separator/>
      </w:r>
    </w:p>
  </w:footnote>
  <w:footnote w:type="continuationSeparator" w:id="0">
    <w:p w14:paraId="4FA1205A" w14:textId="77777777" w:rsidR="008B5398" w:rsidRDefault="008B5398" w:rsidP="00EE7D7D">
      <w:r>
        <w:continuationSeparator/>
      </w:r>
    </w:p>
  </w:footnote>
  <w:footnote w:id="1">
    <w:p w14:paraId="58674E67" w14:textId="12B7B838" w:rsidR="008B30CB" w:rsidRPr="00AD7ED3" w:rsidRDefault="008B30CB">
      <w:pPr>
        <w:pStyle w:val="Tekstprzypisudolnego"/>
        <w:rPr>
          <w:rFonts w:ascii="Arial" w:hAnsi="Arial" w:cs="Arial"/>
          <w:sz w:val="16"/>
          <w:szCs w:val="16"/>
        </w:rPr>
      </w:pPr>
      <w:r w:rsidRPr="00AD7E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7ED3">
        <w:rPr>
          <w:rFonts w:ascii="Arial" w:hAnsi="Arial" w:cs="Arial"/>
          <w:sz w:val="16"/>
          <w:szCs w:val="16"/>
        </w:rPr>
        <w:t xml:space="preserve"> Cena brutto oferty za 1 </w:t>
      </w:r>
      <w:r w:rsidR="00A03278" w:rsidRPr="00AD7ED3">
        <w:rPr>
          <w:rFonts w:ascii="Arial" w:hAnsi="Arial" w:cs="Arial"/>
          <w:sz w:val="16"/>
          <w:szCs w:val="16"/>
        </w:rPr>
        <w:t xml:space="preserve">osobę jest ceną obejmującą wszystkie koszty i </w:t>
      </w:r>
      <w:r w:rsidR="00AD7ED3" w:rsidRPr="00AD7ED3">
        <w:rPr>
          <w:rFonts w:ascii="Arial" w:hAnsi="Arial" w:cs="Arial"/>
          <w:sz w:val="16"/>
          <w:szCs w:val="16"/>
        </w:rPr>
        <w:t>składniki</w:t>
      </w:r>
      <w:r w:rsidR="00A03278" w:rsidRPr="00AD7ED3">
        <w:rPr>
          <w:rFonts w:ascii="Arial" w:hAnsi="Arial" w:cs="Arial"/>
          <w:sz w:val="16"/>
          <w:szCs w:val="16"/>
        </w:rPr>
        <w:t xml:space="preserve"> związane z realizacj</w:t>
      </w:r>
      <w:r w:rsidR="00AD7ED3">
        <w:rPr>
          <w:rFonts w:ascii="Arial" w:hAnsi="Arial" w:cs="Arial"/>
          <w:sz w:val="16"/>
          <w:szCs w:val="16"/>
        </w:rPr>
        <w:t>ą</w:t>
      </w:r>
      <w:r w:rsidR="00AD7ED3" w:rsidRPr="00AD7ED3">
        <w:rPr>
          <w:rFonts w:ascii="Arial" w:hAnsi="Arial" w:cs="Arial"/>
          <w:sz w:val="16"/>
          <w:szCs w:val="16"/>
        </w:rPr>
        <w:t xml:space="preserve"> usługi cateringowej.</w:t>
      </w:r>
    </w:p>
  </w:footnote>
  <w:footnote w:id="2">
    <w:p w14:paraId="0B3FBC1E" w14:textId="77777777" w:rsidR="008C2F61" w:rsidRDefault="008C2F61" w:rsidP="008C2F61">
      <w:pPr>
        <w:pStyle w:val="Tekstprzypisudolnego"/>
      </w:pPr>
      <w:r w:rsidRPr="00AD7E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7ED3">
        <w:rPr>
          <w:rFonts w:ascii="Arial" w:hAnsi="Arial" w:cs="Arial"/>
          <w:sz w:val="16"/>
          <w:szCs w:val="16"/>
        </w:rPr>
        <w:t xml:space="preserve"> 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24523" w14:textId="77777777" w:rsidR="00CE100E" w:rsidRDefault="00067EE1" w:rsidP="00112823">
    <w:pPr>
      <w:spacing w:after="0"/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243B3B" wp14:editId="7A0066EA">
          <wp:simplePos x="0" y="0"/>
          <wp:positionH relativeFrom="column">
            <wp:posOffset>13970</wp:posOffset>
          </wp:positionH>
          <wp:positionV relativeFrom="paragraph">
            <wp:posOffset>-5080</wp:posOffset>
          </wp:positionV>
          <wp:extent cx="1485900" cy="690880"/>
          <wp:effectExtent l="19050" t="0" r="0" b="0"/>
          <wp:wrapNone/>
          <wp:docPr id="627407253" name="Obraz 627407253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31C30FC8" w14:textId="77777777" w:rsidR="00CE100E" w:rsidRDefault="00CE100E" w:rsidP="00112823">
    <w:pPr>
      <w:spacing w:after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3412ABF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en-US"/>
      </w:rPr>
    </w:pPr>
    <w:r w:rsidRPr="0052214A">
      <w:rPr>
        <w:rFonts w:ascii="Arial" w:hAnsi="Arial" w:cs="Arial"/>
        <w:sz w:val="16"/>
        <w:lang w:val="en-US"/>
      </w:rPr>
      <w:t>fax 81 462 38 40</w:t>
    </w:r>
  </w:p>
  <w:p w14:paraId="1611B8FB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de-DE"/>
      </w:rPr>
    </w:pPr>
    <w:proofErr w:type="spellStart"/>
    <w:r w:rsidRPr="0052214A">
      <w:rPr>
        <w:rFonts w:ascii="Arial" w:hAnsi="Arial" w:cs="Arial"/>
        <w:sz w:val="16"/>
        <w:lang w:val="de-DE"/>
      </w:rPr>
      <w:t>e-mail</w:t>
    </w:r>
    <w:proofErr w:type="spellEnd"/>
    <w:r w:rsidRPr="0052214A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52214A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0F2359F" w14:textId="54BCBCD2" w:rsidR="00C64274" w:rsidRDefault="00C64274" w:rsidP="00112823">
    <w:pPr>
      <w:spacing w:after="0"/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2214A">
      <w:rPr>
        <w:rFonts w:ascii="Arial" w:hAnsi="Arial" w:cs="Arial"/>
        <w:sz w:val="16"/>
        <w:lang w:val="de-DE"/>
      </w:rPr>
      <w:t>fundusze</w:t>
    </w:r>
    <w:r w:rsidR="009A66CE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44A7CDA6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23B2EE" wp14:editId="3FE8AEBF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920C9A" id="Line 3" o:spid="_x0000_s1026" alt="&quot;&quot;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4B5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550"/>
    <w:multiLevelType w:val="hybridMultilevel"/>
    <w:tmpl w:val="B002D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87464"/>
    <w:multiLevelType w:val="hybridMultilevel"/>
    <w:tmpl w:val="C6903DDA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6A3E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2685D"/>
    <w:multiLevelType w:val="hybridMultilevel"/>
    <w:tmpl w:val="0F849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20988">
    <w:abstractNumId w:val="3"/>
  </w:num>
  <w:num w:numId="2" w16cid:durableId="1320841859">
    <w:abstractNumId w:val="1"/>
  </w:num>
  <w:num w:numId="3" w16cid:durableId="179201574">
    <w:abstractNumId w:val="0"/>
  </w:num>
  <w:num w:numId="4" w16cid:durableId="306127857">
    <w:abstractNumId w:val="2"/>
  </w:num>
  <w:num w:numId="5" w16cid:durableId="6435093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E02"/>
    <w:rsid w:val="000028BD"/>
    <w:rsid w:val="00016D71"/>
    <w:rsid w:val="00022A4A"/>
    <w:rsid w:val="0003799C"/>
    <w:rsid w:val="00041314"/>
    <w:rsid w:val="00051AC4"/>
    <w:rsid w:val="0006138B"/>
    <w:rsid w:val="00067EE1"/>
    <w:rsid w:val="0008676B"/>
    <w:rsid w:val="000C690B"/>
    <w:rsid w:val="000D55F1"/>
    <w:rsid w:val="000D6944"/>
    <w:rsid w:val="000D7704"/>
    <w:rsid w:val="000F102F"/>
    <w:rsid w:val="000F1A8E"/>
    <w:rsid w:val="001067E1"/>
    <w:rsid w:val="001104B7"/>
    <w:rsid w:val="001126F4"/>
    <w:rsid w:val="00112823"/>
    <w:rsid w:val="00114145"/>
    <w:rsid w:val="001218D1"/>
    <w:rsid w:val="00137EA0"/>
    <w:rsid w:val="00144B5D"/>
    <w:rsid w:val="001622CA"/>
    <w:rsid w:val="001633EC"/>
    <w:rsid w:val="001673C6"/>
    <w:rsid w:val="00177AA6"/>
    <w:rsid w:val="00181F3D"/>
    <w:rsid w:val="0018513B"/>
    <w:rsid w:val="0018641A"/>
    <w:rsid w:val="00195EED"/>
    <w:rsid w:val="001B04DA"/>
    <w:rsid w:val="001C0FD8"/>
    <w:rsid w:val="001D6F70"/>
    <w:rsid w:val="001F06AA"/>
    <w:rsid w:val="001F35A7"/>
    <w:rsid w:val="00204432"/>
    <w:rsid w:val="00223B01"/>
    <w:rsid w:val="002508E1"/>
    <w:rsid w:val="002610E3"/>
    <w:rsid w:val="00261205"/>
    <w:rsid w:val="00280CAF"/>
    <w:rsid w:val="002861B6"/>
    <w:rsid w:val="002A542E"/>
    <w:rsid w:val="002B3E6A"/>
    <w:rsid w:val="002C325D"/>
    <w:rsid w:val="002D18BF"/>
    <w:rsid w:val="002D55B3"/>
    <w:rsid w:val="002E32BC"/>
    <w:rsid w:val="002E3600"/>
    <w:rsid w:val="002E4603"/>
    <w:rsid w:val="002F3218"/>
    <w:rsid w:val="00313F4B"/>
    <w:rsid w:val="0031531E"/>
    <w:rsid w:val="00315648"/>
    <w:rsid w:val="003258F8"/>
    <w:rsid w:val="00326A0B"/>
    <w:rsid w:val="00333FBE"/>
    <w:rsid w:val="0033772E"/>
    <w:rsid w:val="00353EF9"/>
    <w:rsid w:val="00362976"/>
    <w:rsid w:val="00371343"/>
    <w:rsid w:val="00376EFE"/>
    <w:rsid w:val="003813B1"/>
    <w:rsid w:val="00385732"/>
    <w:rsid w:val="00390E3C"/>
    <w:rsid w:val="0039116A"/>
    <w:rsid w:val="003A41FA"/>
    <w:rsid w:val="003A7690"/>
    <w:rsid w:val="003B235C"/>
    <w:rsid w:val="003C5E9E"/>
    <w:rsid w:val="003D0B04"/>
    <w:rsid w:val="003F22A7"/>
    <w:rsid w:val="003F5EB1"/>
    <w:rsid w:val="003F6C36"/>
    <w:rsid w:val="004152C8"/>
    <w:rsid w:val="00435D6D"/>
    <w:rsid w:val="00450C07"/>
    <w:rsid w:val="004569E1"/>
    <w:rsid w:val="00470F19"/>
    <w:rsid w:val="00475BD8"/>
    <w:rsid w:val="00476B37"/>
    <w:rsid w:val="0048751A"/>
    <w:rsid w:val="004A1392"/>
    <w:rsid w:val="004B252D"/>
    <w:rsid w:val="004E34A8"/>
    <w:rsid w:val="004F2B7D"/>
    <w:rsid w:val="004F5685"/>
    <w:rsid w:val="004F627F"/>
    <w:rsid w:val="0050540C"/>
    <w:rsid w:val="00512BF5"/>
    <w:rsid w:val="0051356A"/>
    <w:rsid w:val="00517731"/>
    <w:rsid w:val="0052214A"/>
    <w:rsid w:val="00527D04"/>
    <w:rsid w:val="005477C2"/>
    <w:rsid w:val="00584377"/>
    <w:rsid w:val="00585886"/>
    <w:rsid w:val="00587132"/>
    <w:rsid w:val="00587185"/>
    <w:rsid w:val="00592A88"/>
    <w:rsid w:val="005962D6"/>
    <w:rsid w:val="00596400"/>
    <w:rsid w:val="005B2946"/>
    <w:rsid w:val="005D0FFA"/>
    <w:rsid w:val="005E1EDC"/>
    <w:rsid w:val="005E4B4E"/>
    <w:rsid w:val="005E6CF1"/>
    <w:rsid w:val="00601613"/>
    <w:rsid w:val="006020ED"/>
    <w:rsid w:val="00607BD0"/>
    <w:rsid w:val="006101A2"/>
    <w:rsid w:val="00610C08"/>
    <w:rsid w:val="00616FCA"/>
    <w:rsid w:val="00623444"/>
    <w:rsid w:val="0064635E"/>
    <w:rsid w:val="00651C6D"/>
    <w:rsid w:val="00652C73"/>
    <w:rsid w:val="00653ED6"/>
    <w:rsid w:val="006736D5"/>
    <w:rsid w:val="006808DF"/>
    <w:rsid w:val="00683D7A"/>
    <w:rsid w:val="006900A7"/>
    <w:rsid w:val="006A7728"/>
    <w:rsid w:val="006B1981"/>
    <w:rsid w:val="006C259A"/>
    <w:rsid w:val="006F61C7"/>
    <w:rsid w:val="00704559"/>
    <w:rsid w:val="00707E91"/>
    <w:rsid w:val="00712D69"/>
    <w:rsid w:val="00716A80"/>
    <w:rsid w:val="00720E5E"/>
    <w:rsid w:val="00722E55"/>
    <w:rsid w:val="00737280"/>
    <w:rsid w:val="007402E8"/>
    <w:rsid w:val="00746437"/>
    <w:rsid w:val="00746661"/>
    <w:rsid w:val="00756FD3"/>
    <w:rsid w:val="007621CA"/>
    <w:rsid w:val="00774E0A"/>
    <w:rsid w:val="00781B0C"/>
    <w:rsid w:val="00785DA6"/>
    <w:rsid w:val="00786231"/>
    <w:rsid w:val="00796C14"/>
    <w:rsid w:val="007A0BD4"/>
    <w:rsid w:val="007A2E2C"/>
    <w:rsid w:val="007A4421"/>
    <w:rsid w:val="007A6032"/>
    <w:rsid w:val="007C28A6"/>
    <w:rsid w:val="007C3BDA"/>
    <w:rsid w:val="00803EA5"/>
    <w:rsid w:val="00812496"/>
    <w:rsid w:val="008167BE"/>
    <w:rsid w:val="008249BC"/>
    <w:rsid w:val="0082798B"/>
    <w:rsid w:val="0083266E"/>
    <w:rsid w:val="00873ED5"/>
    <w:rsid w:val="00882888"/>
    <w:rsid w:val="00896326"/>
    <w:rsid w:val="008A1479"/>
    <w:rsid w:val="008B30CB"/>
    <w:rsid w:val="008B5398"/>
    <w:rsid w:val="008C2F61"/>
    <w:rsid w:val="008F2106"/>
    <w:rsid w:val="008F2E1D"/>
    <w:rsid w:val="008F3D1D"/>
    <w:rsid w:val="008F4444"/>
    <w:rsid w:val="00920AA5"/>
    <w:rsid w:val="009400CC"/>
    <w:rsid w:val="00944B03"/>
    <w:rsid w:val="00955D02"/>
    <w:rsid w:val="00957091"/>
    <w:rsid w:val="00960BF8"/>
    <w:rsid w:val="00965E26"/>
    <w:rsid w:val="009738A6"/>
    <w:rsid w:val="009762C1"/>
    <w:rsid w:val="00980DED"/>
    <w:rsid w:val="009814A9"/>
    <w:rsid w:val="009853F2"/>
    <w:rsid w:val="00987202"/>
    <w:rsid w:val="009940C8"/>
    <w:rsid w:val="009947AC"/>
    <w:rsid w:val="00994E25"/>
    <w:rsid w:val="009A66CE"/>
    <w:rsid w:val="009B3C25"/>
    <w:rsid w:val="009B57EE"/>
    <w:rsid w:val="009B67C6"/>
    <w:rsid w:val="009C5A56"/>
    <w:rsid w:val="009C5FF2"/>
    <w:rsid w:val="009D35F3"/>
    <w:rsid w:val="009D6623"/>
    <w:rsid w:val="009E5763"/>
    <w:rsid w:val="009E6010"/>
    <w:rsid w:val="009F7D2D"/>
    <w:rsid w:val="00A03076"/>
    <w:rsid w:val="00A03278"/>
    <w:rsid w:val="00A24939"/>
    <w:rsid w:val="00A2715C"/>
    <w:rsid w:val="00A34CCE"/>
    <w:rsid w:val="00A72F70"/>
    <w:rsid w:val="00A81ED8"/>
    <w:rsid w:val="00A84CCF"/>
    <w:rsid w:val="00A966D0"/>
    <w:rsid w:val="00A97513"/>
    <w:rsid w:val="00AA1570"/>
    <w:rsid w:val="00AB0302"/>
    <w:rsid w:val="00AB26B5"/>
    <w:rsid w:val="00AC004E"/>
    <w:rsid w:val="00AC0472"/>
    <w:rsid w:val="00AC4176"/>
    <w:rsid w:val="00AC7832"/>
    <w:rsid w:val="00AD7D85"/>
    <w:rsid w:val="00AD7ED3"/>
    <w:rsid w:val="00AE22A2"/>
    <w:rsid w:val="00B00C89"/>
    <w:rsid w:val="00B11466"/>
    <w:rsid w:val="00B21B75"/>
    <w:rsid w:val="00B2467D"/>
    <w:rsid w:val="00B27D5C"/>
    <w:rsid w:val="00B36474"/>
    <w:rsid w:val="00B7065A"/>
    <w:rsid w:val="00B80C1A"/>
    <w:rsid w:val="00B8473E"/>
    <w:rsid w:val="00B8490B"/>
    <w:rsid w:val="00B909B4"/>
    <w:rsid w:val="00B95767"/>
    <w:rsid w:val="00B97AA4"/>
    <w:rsid w:val="00BA24E9"/>
    <w:rsid w:val="00BE1C98"/>
    <w:rsid w:val="00BF373B"/>
    <w:rsid w:val="00BF4854"/>
    <w:rsid w:val="00BF4CB4"/>
    <w:rsid w:val="00C00555"/>
    <w:rsid w:val="00C02712"/>
    <w:rsid w:val="00C05320"/>
    <w:rsid w:val="00C05D29"/>
    <w:rsid w:val="00C11C98"/>
    <w:rsid w:val="00C14BA4"/>
    <w:rsid w:val="00C17EF8"/>
    <w:rsid w:val="00C23B5B"/>
    <w:rsid w:val="00C27FBE"/>
    <w:rsid w:val="00C3538F"/>
    <w:rsid w:val="00C4709A"/>
    <w:rsid w:val="00C53036"/>
    <w:rsid w:val="00C57BD5"/>
    <w:rsid w:val="00C64274"/>
    <w:rsid w:val="00C71D1B"/>
    <w:rsid w:val="00C87FDA"/>
    <w:rsid w:val="00C95E20"/>
    <w:rsid w:val="00CA25B3"/>
    <w:rsid w:val="00CA307C"/>
    <w:rsid w:val="00CC0121"/>
    <w:rsid w:val="00CC270F"/>
    <w:rsid w:val="00CC36E6"/>
    <w:rsid w:val="00CE100E"/>
    <w:rsid w:val="00CE7251"/>
    <w:rsid w:val="00CE7533"/>
    <w:rsid w:val="00CE7CE6"/>
    <w:rsid w:val="00D05DE3"/>
    <w:rsid w:val="00D17CFA"/>
    <w:rsid w:val="00D25DBD"/>
    <w:rsid w:val="00D6003B"/>
    <w:rsid w:val="00D72FFD"/>
    <w:rsid w:val="00D86520"/>
    <w:rsid w:val="00D94C3D"/>
    <w:rsid w:val="00DA6320"/>
    <w:rsid w:val="00DB439F"/>
    <w:rsid w:val="00DC1E87"/>
    <w:rsid w:val="00DD0AD0"/>
    <w:rsid w:val="00DD20D5"/>
    <w:rsid w:val="00DD45B2"/>
    <w:rsid w:val="00DE6442"/>
    <w:rsid w:val="00DF160E"/>
    <w:rsid w:val="00DF1E10"/>
    <w:rsid w:val="00DF59FB"/>
    <w:rsid w:val="00E01C09"/>
    <w:rsid w:val="00E027EF"/>
    <w:rsid w:val="00E03FCE"/>
    <w:rsid w:val="00E06775"/>
    <w:rsid w:val="00E118E5"/>
    <w:rsid w:val="00E12633"/>
    <w:rsid w:val="00E256CD"/>
    <w:rsid w:val="00E3143A"/>
    <w:rsid w:val="00E32400"/>
    <w:rsid w:val="00E32A88"/>
    <w:rsid w:val="00E349F4"/>
    <w:rsid w:val="00E414AB"/>
    <w:rsid w:val="00E4395B"/>
    <w:rsid w:val="00E44399"/>
    <w:rsid w:val="00E47DFE"/>
    <w:rsid w:val="00E54A78"/>
    <w:rsid w:val="00E65ABE"/>
    <w:rsid w:val="00E66468"/>
    <w:rsid w:val="00E75F15"/>
    <w:rsid w:val="00E77734"/>
    <w:rsid w:val="00E81945"/>
    <w:rsid w:val="00E824FB"/>
    <w:rsid w:val="00E95C32"/>
    <w:rsid w:val="00E97E37"/>
    <w:rsid w:val="00EB3F36"/>
    <w:rsid w:val="00EC17CE"/>
    <w:rsid w:val="00EC7C85"/>
    <w:rsid w:val="00EE7D7D"/>
    <w:rsid w:val="00EF0E05"/>
    <w:rsid w:val="00EF700B"/>
    <w:rsid w:val="00F02CC5"/>
    <w:rsid w:val="00F07FDC"/>
    <w:rsid w:val="00F20ABA"/>
    <w:rsid w:val="00F233A0"/>
    <w:rsid w:val="00F30E79"/>
    <w:rsid w:val="00F31694"/>
    <w:rsid w:val="00F361A2"/>
    <w:rsid w:val="00F50834"/>
    <w:rsid w:val="00F535DE"/>
    <w:rsid w:val="00F6400E"/>
    <w:rsid w:val="00F664D0"/>
    <w:rsid w:val="00F80B6E"/>
    <w:rsid w:val="00F850E5"/>
    <w:rsid w:val="00FB2D10"/>
    <w:rsid w:val="00FB3EDA"/>
    <w:rsid w:val="00FD6614"/>
    <w:rsid w:val="00FF249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B6E22"/>
  <w15:docId w15:val="{6C39653F-ED1C-4334-8316-ED9BAA90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F4C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N/>
      <w:spacing w:after="0" w:line="360" w:lineRule="auto"/>
      <w:textAlignment w:val="auto"/>
      <w:outlineLvl w:val="2"/>
    </w:pPr>
    <w:rPr>
      <w:rFonts w:ascii="Times New Roman" w:eastAsia="Times New Roman" w:hAnsi="Times New Roman"/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N/>
      <w:spacing w:after="0" w:line="240" w:lineRule="auto"/>
      <w:ind w:left="284" w:hanging="284"/>
      <w:textAlignment w:val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F2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444"/>
    <w:pPr>
      <w:suppressAutoHyphens w:val="0"/>
      <w:autoSpaceDN/>
      <w:spacing w:after="0" w:line="240" w:lineRule="auto"/>
      <w:ind w:left="720" w:hanging="284"/>
      <w:contextualSpacing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1F3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2F6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2F61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F61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8513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E5CF-11BF-47B9-9832-8C473390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298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132</cp:revision>
  <cp:lastPrinted>2022-09-06T06:42:00Z</cp:lastPrinted>
  <dcterms:created xsi:type="dcterms:W3CDTF">2021-12-09T11:18:00Z</dcterms:created>
  <dcterms:modified xsi:type="dcterms:W3CDTF">2025-03-17T12:02:00Z</dcterms:modified>
</cp:coreProperties>
</file>