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7600" w14:textId="77777777" w:rsidR="0055596B" w:rsidRDefault="0055596B" w:rsidP="0055596B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5596B">
        <w:rPr>
          <w:rFonts w:ascii="Arial" w:eastAsia="Times New Roman" w:hAnsi="Arial" w:cs="Arial"/>
          <w:bCs/>
          <w:sz w:val="24"/>
          <w:szCs w:val="24"/>
          <w:lang w:eastAsia="pl-PL"/>
        </w:rPr>
        <w:t>Znak sprawy: ORG.24.2.8.2025.KK</w:t>
      </w:r>
    </w:p>
    <w:p w14:paraId="43DD2067" w14:textId="7E162417" w:rsidR="00651C6D" w:rsidRPr="0018513B" w:rsidRDefault="00651C6D" w:rsidP="00E75F15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18513B" w:rsidRDefault="005477C2" w:rsidP="00E75F15">
      <w:pPr>
        <w:suppressAutoHyphens w:val="0"/>
        <w:autoSpaceDN/>
        <w:spacing w:after="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45DDEA86" w:rsidR="00965E26" w:rsidRPr="0018513B" w:rsidRDefault="00E573A8" w:rsidP="00E75F15">
      <w:pPr>
        <w:suppressAutoHyphens w:val="0"/>
        <w:autoSpaceDN/>
        <w:spacing w:after="240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E573A8">
        <w:rPr>
          <w:rFonts w:ascii="Arial" w:eastAsia="Times New Roman" w:hAnsi="Arial" w:cs="Arial"/>
          <w:b/>
          <w:sz w:val="24"/>
          <w:szCs w:val="24"/>
          <w:lang w:eastAsia="pl-PL"/>
        </w:rPr>
        <w:t>sługa przeprowadzenia szkolenia zamkniętego z zakresu prawidłowej weryfikacji statusu przedsiębiorstw dla pracowników Lubelskiej Agencji Wspierania Przedsiębiorczości w Lublinie</w:t>
      </w:r>
      <w:r w:rsidRPr="00E573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9CC21C6" w14:textId="50CC6977" w:rsidR="001F06AA" w:rsidRPr="0018513B" w:rsidRDefault="001F06AA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Nazwa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18513B" w:rsidRDefault="001F06AA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Adres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18513B" w:rsidRDefault="00F30E79" w:rsidP="00E75F15">
      <w:pPr>
        <w:tabs>
          <w:tab w:val="right" w:pos="2268"/>
          <w:tab w:val="right" w:leader="dot" w:pos="9072"/>
        </w:tabs>
        <w:spacing w:after="12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Numer telefonu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18513B" w:rsidRDefault="00F30E79" w:rsidP="00E75F15">
      <w:pPr>
        <w:tabs>
          <w:tab w:val="right" w:pos="2268"/>
          <w:tab w:val="right" w:leader="dot" w:pos="9072"/>
        </w:tabs>
        <w:spacing w:after="240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 xml:space="preserve">Adres </w:t>
      </w:r>
      <w:r w:rsidR="001F06AA" w:rsidRPr="0018513B">
        <w:rPr>
          <w:rFonts w:ascii="Arial" w:hAnsi="Arial" w:cs="Arial"/>
          <w:sz w:val="24"/>
          <w:szCs w:val="24"/>
        </w:rPr>
        <w:t>e-mail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3F0E2F9" w14:textId="49679504" w:rsidR="001126F4" w:rsidRPr="0018513B" w:rsidRDefault="001126F4" w:rsidP="00E75F15">
      <w:pPr>
        <w:tabs>
          <w:tab w:val="right" w:pos="2268"/>
          <w:tab w:val="right" w:leader="dot" w:pos="9072"/>
        </w:tabs>
        <w:suppressAutoHyphens w:val="0"/>
        <w:autoSpaceDN/>
        <w:spacing w:after="60"/>
        <w:textAlignment w:val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b/>
          <w:bCs/>
          <w:sz w:val="24"/>
          <w:szCs w:val="24"/>
        </w:rPr>
        <w:t>Cena oferty:</w:t>
      </w:r>
      <w:r w:rsidR="002E32BC" w:rsidRPr="0018513B">
        <w:rPr>
          <w:rFonts w:ascii="Arial" w:hAnsi="Arial" w:cs="Arial"/>
          <w:sz w:val="24"/>
          <w:szCs w:val="24"/>
        </w:rPr>
        <w:tab/>
      </w:r>
      <w:r w:rsidR="002E32BC" w:rsidRPr="0018513B">
        <w:rPr>
          <w:rFonts w:ascii="Arial" w:hAnsi="Arial" w:cs="Arial"/>
          <w:sz w:val="24"/>
          <w:szCs w:val="24"/>
        </w:rPr>
        <w:tab/>
      </w:r>
    </w:p>
    <w:p w14:paraId="68CCC606" w14:textId="6066F012" w:rsidR="00596400" w:rsidRPr="0018513B" w:rsidRDefault="002E32BC" w:rsidP="00E75F15">
      <w:pPr>
        <w:tabs>
          <w:tab w:val="right" w:pos="2268"/>
          <w:tab w:val="right" w:leader="dot" w:pos="9072"/>
        </w:tabs>
        <w:suppressAutoHyphens w:val="0"/>
        <w:autoSpaceDN/>
        <w:spacing w:after="60"/>
        <w:textAlignment w:val="auto"/>
        <w:rPr>
          <w:rFonts w:ascii="Arial" w:hAnsi="Arial" w:cs="Arial"/>
          <w:sz w:val="24"/>
          <w:szCs w:val="24"/>
        </w:rPr>
      </w:pPr>
      <w:bookmarkStart w:id="0" w:name="_Hlk181690418"/>
      <w:r w:rsidRPr="0018513B">
        <w:rPr>
          <w:rFonts w:ascii="Arial" w:hAnsi="Arial" w:cs="Arial"/>
          <w:sz w:val="24"/>
          <w:szCs w:val="24"/>
        </w:rPr>
        <w:t>S</w:t>
      </w:r>
      <w:r w:rsidR="00596400" w:rsidRPr="0018513B">
        <w:rPr>
          <w:rFonts w:ascii="Arial" w:hAnsi="Arial" w:cs="Arial"/>
          <w:sz w:val="24"/>
          <w:szCs w:val="24"/>
        </w:rPr>
        <w:t>łownie</w:t>
      </w:r>
      <w:r w:rsidRPr="0018513B">
        <w:rPr>
          <w:rFonts w:ascii="Arial" w:hAnsi="Arial" w:cs="Arial"/>
          <w:sz w:val="24"/>
          <w:szCs w:val="24"/>
        </w:rPr>
        <w:tab/>
      </w:r>
      <w:r w:rsidRPr="0018513B">
        <w:rPr>
          <w:rFonts w:ascii="Arial" w:hAnsi="Arial" w:cs="Arial"/>
          <w:sz w:val="24"/>
          <w:szCs w:val="24"/>
        </w:rPr>
        <w:tab/>
      </w:r>
    </w:p>
    <w:bookmarkEnd w:id="0"/>
    <w:p w14:paraId="3AA22134" w14:textId="5A87F940" w:rsidR="00E01C09" w:rsidRPr="0018513B" w:rsidRDefault="002333B5" w:rsidP="00E75F15">
      <w:pPr>
        <w:tabs>
          <w:tab w:val="right" w:leader="dot" w:pos="9072"/>
        </w:tabs>
        <w:suppressAutoHyphens w:val="0"/>
        <w:autoSpaceDN/>
        <w:spacing w:after="240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jednostkowa za</w:t>
      </w:r>
      <w:r w:rsidR="00E01C09" w:rsidRPr="0018513B">
        <w:rPr>
          <w:rFonts w:ascii="Arial" w:hAnsi="Arial" w:cs="Arial"/>
          <w:b/>
          <w:sz w:val="24"/>
          <w:szCs w:val="24"/>
        </w:rPr>
        <w:t xml:space="preserve"> 1 </w:t>
      </w:r>
      <w:r w:rsidR="00457ECE">
        <w:rPr>
          <w:rFonts w:ascii="Arial" w:hAnsi="Arial" w:cs="Arial"/>
          <w:b/>
          <w:sz w:val="24"/>
          <w:szCs w:val="24"/>
        </w:rPr>
        <w:t>uczestnika</w:t>
      </w:r>
      <w:r w:rsidR="00E01C09" w:rsidRPr="0018513B">
        <w:rPr>
          <w:rFonts w:ascii="Arial" w:hAnsi="Arial" w:cs="Arial"/>
          <w:b/>
          <w:sz w:val="24"/>
          <w:szCs w:val="24"/>
        </w:rPr>
        <w:t>:</w:t>
      </w:r>
      <w:r w:rsidR="00E01C09" w:rsidRPr="00E73A4C">
        <w:rPr>
          <w:rFonts w:ascii="Arial" w:hAnsi="Arial" w:cs="Arial"/>
          <w:bCs/>
          <w:sz w:val="24"/>
          <w:szCs w:val="24"/>
        </w:rPr>
        <w:tab/>
      </w:r>
    </w:p>
    <w:p w14:paraId="66111653" w14:textId="064075AA" w:rsidR="008C2F61" w:rsidRPr="003E3513" w:rsidRDefault="008C2F61" w:rsidP="003E3513">
      <w:pPr>
        <w:suppressAutoHyphens w:val="0"/>
        <w:autoSpaceDN/>
        <w:spacing w:after="0" w:line="240" w:lineRule="auto"/>
        <w:textAlignment w:val="auto"/>
        <w:rPr>
          <w:rFonts w:ascii="Arial" w:hAnsi="Arial" w:cs="Arial"/>
          <w:sz w:val="24"/>
          <w:szCs w:val="24"/>
        </w:rPr>
      </w:pPr>
      <w:r w:rsidRPr="0018513B">
        <w:rPr>
          <w:rFonts w:ascii="Arial" w:eastAsia="Times New Roman" w:hAnsi="Arial" w:cs="Arial"/>
          <w:sz w:val="24"/>
          <w:szCs w:val="24"/>
          <w:lang w:eastAsia="ar-SA"/>
        </w:rPr>
        <w:t>Oświadczam/-y, że:</w:t>
      </w:r>
    </w:p>
    <w:p w14:paraId="339D0688" w14:textId="050F78F7" w:rsidR="00F30E79" w:rsidRPr="0018513B" w:rsidRDefault="008C2F61" w:rsidP="00E75F15">
      <w:pPr>
        <w:pStyle w:val="Akapitzlist"/>
        <w:numPr>
          <w:ilvl w:val="0"/>
          <w:numId w:val="5"/>
        </w:numPr>
        <w:autoSpaceDE w:val="0"/>
        <w:spacing w:line="276" w:lineRule="auto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 xml:space="preserve">akceptuję/-my opis przedmiotu zamówienia </w:t>
      </w:r>
      <w:r w:rsidR="00CC0121" w:rsidRPr="0018513B">
        <w:rPr>
          <w:rFonts w:ascii="Arial" w:hAnsi="Arial" w:cs="Arial"/>
          <w:lang w:eastAsia="ar-SA"/>
        </w:rPr>
        <w:t xml:space="preserve">oraz umowę </w:t>
      </w:r>
      <w:r w:rsidRPr="0018513B">
        <w:rPr>
          <w:rFonts w:ascii="Arial" w:hAnsi="Arial" w:cs="Arial"/>
          <w:lang w:eastAsia="ar-SA"/>
        </w:rPr>
        <w:t>przekazan</w:t>
      </w:r>
      <w:r w:rsidR="00CC0121" w:rsidRPr="0018513B">
        <w:rPr>
          <w:rFonts w:ascii="Arial" w:hAnsi="Arial" w:cs="Arial"/>
          <w:lang w:eastAsia="ar-SA"/>
        </w:rPr>
        <w:t>e</w:t>
      </w:r>
      <w:r w:rsidRPr="0018513B">
        <w:rPr>
          <w:rFonts w:ascii="Arial" w:hAnsi="Arial" w:cs="Arial"/>
          <w:lang w:eastAsia="ar-SA"/>
        </w:rPr>
        <w:t xml:space="preserve"> przez Zamawiającego i w przypadku udzielenia mi/nam zamówienia, wykonam/-my je na warunkach i w terminach określonych w ty</w:t>
      </w:r>
      <w:r w:rsidR="00CC0121" w:rsidRPr="0018513B">
        <w:rPr>
          <w:rFonts w:ascii="Arial" w:hAnsi="Arial" w:cs="Arial"/>
          <w:lang w:eastAsia="ar-SA"/>
        </w:rPr>
        <w:t>ch</w:t>
      </w:r>
      <w:r w:rsidRPr="0018513B">
        <w:rPr>
          <w:rFonts w:ascii="Arial" w:hAnsi="Arial" w:cs="Arial"/>
          <w:lang w:eastAsia="ar-SA"/>
        </w:rPr>
        <w:t xml:space="preserve"> dokumen</w:t>
      </w:r>
      <w:r w:rsidR="00CC0121" w:rsidRPr="0018513B">
        <w:rPr>
          <w:rFonts w:ascii="Arial" w:hAnsi="Arial" w:cs="Arial"/>
          <w:lang w:eastAsia="ar-SA"/>
        </w:rPr>
        <w:t>tach</w:t>
      </w:r>
      <w:r w:rsidRPr="0018513B">
        <w:rPr>
          <w:rFonts w:ascii="Arial" w:hAnsi="Arial" w:cs="Arial"/>
          <w:lang w:eastAsia="ar-SA"/>
        </w:rPr>
        <w:t>.</w:t>
      </w:r>
    </w:p>
    <w:p w14:paraId="135A5370" w14:textId="2A106B7F" w:rsidR="008C2F61" w:rsidRPr="0018513B" w:rsidRDefault="008C2F61" w:rsidP="00E75F15">
      <w:pPr>
        <w:pStyle w:val="Akapitzlist"/>
        <w:numPr>
          <w:ilvl w:val="0"/>
          <w:numId w:val="5"/>
        </w:numPr>
        <w:autoSpaceDE w:val="0"/>
        <w:spacing w:after="480" w:line="276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8513B">
        <w:rPr>
          <w:rFonts w:ascii="Arial" w:hAnsi="Arial" w:cs="Arial"/>
          <w:vertAlign w:val="superscript"/>
        </w:rPr>
        <w:footnoteReference w:id="1"/>
      </w:r>
    </w:p>
    <w:p w14:paraId="046C9B09" w14:textId="62CC01B7" w:rsidR="008C2F61" w:rsidRPr="0018513B" w:rsidRDefault="0064635E" w:rsidP="00E75F15">
      <w:pPr>
        <w:tabs>
          <w:tab w:val="left" w:leader="dot" w:pos="3402"/>
        </w:tabs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33E98FB" w14:textId="59DAF058" w:rsidR="0064635E" w:rsidRPr="0018513B" w:rsidRDefault="0064635E" w:rsidP="00E75F15">
      <w:pPr>
        <w:tabs>
          <w:tab w:val="left" w:leader="dot" w:pos="3402"/>
        </w:tabs>
        <w:suppressAutoHyphens w:val="0"/>
        <w:autoSpaceDN/>
        <w:spacing w:after="480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20C7E393" w:rsidR="0064635E" w:rsidRPr="0018513B" w:rsidRDefault="0064635E" w:rsidP="00E75F15">
      <w:pPr>
        <w:tabs>
          <w:tab w:val="left" w:leader="dot" w:pos="3402"/>
        </w:tabs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80E2651" w14:textId="71020708" w:rsidR="008C2F61" w:rsidRPr="0018513B" w:rsidRDefault="00F30E79" w:rsidP="00E75F15">
      <w:pPr>
        <w:suppressAutoHyphens w:val="0"/>
        <w:autoSpaceDN/>
        <w:spacing w:after="0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p w14:paraId="33BF88D5" w14:textId="4FEE9D11" w:rsidR="00AA1570" w:rsidRPr="0018513B" w:rsidRDefault="00AA1570" w:rsidP="00E75F15">
      <w:pPr>
        <w:tabs>
          <w:tab w:val="left" w:pos="1134"/>
          <w:tab w:val="right" w:pos="6804"/>
        </w:tabs>
        <w:suppressAutoHyphens w:val="0"/>
        <w:autoSpaceDN/>
        <w:spacing w:after="0"/>
        <w:textAlignment w:val="auto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AA1570" w:rsidRPr="0018513B" w:rsidSect="00E75F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993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897C9" w14:textId="77777777" w:rsidR="00D13FDF" w:rsidRDefault="00D13FDF" w:rsidP="00EE7D7D">
      <w:r>
        <w:separator/>
      </w:r>
    </w:p>
  </w:endnote>
  <w:endnote w:type="continuationSeparator" w:id="0">
    <w:p w14:paraId="3B0BE4C5" w14:textId="77777777" w:rsidR="00D13FDF" w:rsidRDefault="00D13FDF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193A8" w14:textId="77777777" w:rsidR="00C3538F" w:rsidRDefault="00C353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8504208"/>
      <w:docPartObj>
        <w:docPartGallery w:val="Page Numbers (Bottom of Page)"/>
        <w:docPartUnique/>
      </w:docPartObj>
    </w:sdtPr>
    <w:sdtContent>
      <w:p w14:paraId="23160BE9" w14:textId="7E4453E8" w:rsidR="00E75F15" w:rsidRDefault="00E75F15">
        <w:pPr>
          <w:pStyle w:val="Stopka"/>
          <w:jc w:val="right"/>
        </w:pPr>
        <w:r>
          <w:t xml:space="preserve">  </w:t>
        </w:r>
        <w:r w:rsidRPr="00CE2DE6">
          <w:rPr>
            <w:noProof/>
          </w:rPr>
          <w:drawing>
            <wp:inline distT="0" distB="0" distL="0" distR="0" wp14:anchorId="3ECDDD33" wp14:editId="59AAD31F">
              <wp:extent cx="5172075" cy="547310"/>
              <wp:effectExtent l="0" t="0" r="0" b="5715"/>
              <wp:docPr id="239647029" name="Obraz 239647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70475781" name="Obraz 157047578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16385" cy="5519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5933A" w14:textId="77777777" w:rsidR="00C3538F" w:rsidRDefault="00C353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0B2FA" w14:textId="77777777" w:rsidR="00D13FDF" w:rsidRDefault="00D13FDF" w:rsidP="00EE7D7D">
      <w:r>
        <w:separator/>
      </w:r>
    </w:p>
  </w:footnote>
  <w:footnote w:type="continuationSeparator" w:id="0">
    <w:p w14:paraId="408F7135" w14:textId="77777777" w:rsidR="00D13FDF" w:rsidRDefault="00D13FDF" w:rsidP="00EE7D7D">
      <w:r>
        <w:continuationSeparator/>
      </w:r>
    </w:p>
  </w:footnote>
  <w:footnote w:id="1">
    <w:p w14:paraId="0B3FBC1E" w14:textId="77777777" w:rsidR="008C2F61" w:rsidRDefault="008C2F61" w:rsidP="008C2F61">
      <w:pPr>
        <w:pStyle w:val="Tekstprzypisudolnego"/>
      </w:pPr>
      <w:r w:rsidRPr="008714BE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8714BE">
        <w:rPr>
          <w:rFonts w:ascii="Trebuchet MS" w:hAnsi="Trebuchet MS"/>
          <w:sz w:val="18"/>
          <w:szCs w:val="18"/>
        </w:rPr>
        <w:t xml:space="preserve"> </w:t>
      </w:r>
      <w:r w:rsidRPr="008714BE">
        <w:rPr>
          <w:rFonts w:ascii="Trebuchet MS" w:hAnsi="Trebuchet MS"/>
          <w:sz w:val="14"/>
          <w:szCs w:val="14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1CBB9" w14:textId="77777777" w:rsidR="00C3538F" w:rsidRDefault="00C353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7A0066EA">
          <wp:simplePos x="0" y="0"/>
          <wp:positionH relativeFrom="column">
            <wp:posOffset>13970</wp:posOffset>
          </wp:positionH>
          <wp:positionV relativeFrom="paragraph">
            <wp:posOffset>-5080</wp:posOffset>
          </wp:positionV>
          <wp:extent cx="1485900" cy="690880"/>
          <wp:effectExtent l="19050" t="0" r="0" b="0"/>
          <wp:wrapNone/>
          <wp:docPr id="452390591" name="Obraz 45239059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C17F4" w14:textId="77777777" w:rsidR="00C3538F" w:rsidRDefault="00C353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A4A"/>
    <w:rsid w:val="0003799C"/>
    <w:rsid w:val="00041314"/>
    <w:rsid w:val="00051AC4"/>
    <w:rsid w:val="0006138B"/>
    <w:rsid w:val="00067EE1"/>
    <w:rsid w:val="0008676B"/>
    <w:rsid w:val="000C690B"/>
    <w:rsid w:val="000D55F1"/>
    <w:rsid w:val="000D6944"/>
    <w:rsid w:val="000D7704"/>
    <w:rsid w:val="000F102F"/>
    <w:rsid w:val="001067E1"/>
    <w:rsid w:val="001104B7"/>
    <w:rsid w:val="001126F4"/>
    <w:rsid w:val="00112823"/>
    <w:rsid w:val="00114145"/>
    <w:rsid w:val="001218D1"/>
    <w:rsid w:val="00137EA0"/>
    <w:rsid w:val="00144B5D"/>
    <w:rsid w:val="001622CA"/>
    <w:rsid w:val="001633EC"/>
    <w:rsid w:val="001673C6"/>
    <w:rsid w:val="00177AA6"/>
    <w:rsid w:val="00181F3D"/>
    <w:rsid w:val="0018513B"/>
    <w:rsid w:val="0018641A"/>
    <w:rsid w:val="00195EED"/>
    <w:rsid w:val="001B04DA"/>
    <w:rsid w:val="001C0FD8"/>
    <w:rsid w:val="001D6F70"/>
    <w:rsid w:val="001F06AA"/>
    <w:rsid w:val="001F35A7"/>
    <w:rsid w:val="00204432"/>
    <w:rsid w:val="00223B01"/>
    <w:rsid w:val="002333B5"/>
    <w:rsid w:val="002508E1"/>
    <w:rsid w:val="002610E3"/>
    <w:rsid w:val="00261205"/>
    <w:rsid w:val="00280CAF"/>
    <w:rsid w:val="002861B6"/>
    <w:rsid w:val="002A542E"/>
    <w:rsid w:val="002B3E6A"/>
    <w:rsid w:val="002C325D"/>
    <w:rsid w:val="002D18BF"/>
    <w:rsid w:val="002D55B3"/>
    <w:rsid w:val="002E32BC"/>
    <w:rsid w:val="002E32FB"/>
    <w:rsid w:val="002E3600"/>
    <w:rsid w:val="002E4603"/>
    <w:rsid w:val="002F3218"/>
    <w:rsid w:val="00313F4B"/>
    <w:rsid w:val="0031531E"/>
    <w:rsid w:val="00315648"/>
    <w:rsid w:val="003258F8"/>
    <w:rsid w:val="00326A0B"/>
    <w:rsid w:val="00333FBE"/>
    <w:rsid w:val="0033772E"/>
    <w:rsid w:val="00362976"/>
    <w:rsid w:val="00371343"/>
    <w:rsid w:val="00376EFE"/>
    <w:rsid w:val="003813B1"/>
    <w:rsid w:val="00385732"/>
    <w:rsid w:val="00390E3C"/>
    <w:rsid w:val="0039116A"/>
    <w:rsid w:val="003A41FA"/>
    <w:rsid w:val="003A7690"/>
    <w:rsid w:val="003B235C"/>
    <w:rsid w:val="003C5E9E"/>
    <w:rsid w:val="003D0B04"/>
    <w:rsid w:val="003E3513"/>
    <w:rsid w:val="003F22A7"/>
    <w:rsid w:val="003F6C36"/>
    <w:rsid w:val="004152C8"/>
    <w:rsid w:val="00435D6D"/>
    <w:rsid w:val="00450C07"/>
    <w:rsid w:val="00457ECE"/>
    <w:rsid w:val="00470F19"/>
    <w:rsid w:val="00475BD8"/>
    <w:rsid w:val="00476B37"/>
    <w:rsid w:val="0048751A"/>
    <w:rsid w:val="004A1392"/>
    <w:rsid w:val="004B252D"/>
    <w:rsid w:val="004E34A8"/>
    <w:rsid w:val="004F2B7D"/>
    <w:rsid w:val="004F5685"/>
    <w:rsid w:val="004F627F"/>
    <w:rsid w:val="00512BF5"/>
    <w:rsid w:val="0051356A"/>
    <w:rsid w:val="00517731"/>
    <w:rsid w:val="0052214A"/>
    <w:rsid w:val="00527D04"/>
    <w:rsid w:val="005477C2"/>
    <w:rsid w:val="0055596B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20ED"/>
    <w:rsid w:val="00607BD0"/>
    <w:rsid w:val="006101A2"/>
    <w:rsid w:val="00610C08"/>
    <w:rsid w:val="00616FCA"/>
    <w:rsid w:val="00623444"/>
    <w:rsid w:val="0064635E"/>
    <w:rsid w:val="00651C6D"/>
    <w:rsid w:val="00653ED6"/>
    <w:rsid w:val="006736D5"/>
    <w:rsid w:val="006808DF"/>
    <w:rsid w:val="00683D7A"/>
    <w:rsid w:val="006900A7"/>
    <w:rsid w:val="006A7728"/>
    <w:rsid w:val="006B1981"/>
    <w:rsid w:val="006C259A"/>
    <w:rsid w:val="006F61C7"/>
    <w:rsid w:val="00704559"/>
    <w:rsid w:val="00707E91"/>
    <w:rsid w:val="00712D69"/>
    <w:rsid w:val="00716A80"/>
    <w:rsid w:val="00722E55"/>
    <w:rsid w:val="00737280"/>
    <w:rsid w:val="00746437"/>
    <w:rsid w:val="00746661"/>
    <w:rsid w:val="00756FD3"/>
    <w:rsid w:val="007621CA"/>
    <w:rsid w:val="00774E0A"/>
    <w:rsid w:val="00781B0C"/>
    <w:rsid w:val="00785DA6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167BE"/>
    <w:rsid w:val="008249BC"/>
    <w:rsid w:val="0082798B"/>
    <w:rsid w:val="0083266E"/>
    <w:rsid w:val="00873ED5"/>
    <w:rsid w:val="00882888"/>
    <w:rsid w:val="00896326"/>
    <w:rsid w:val="008A1479"/>
    <w:rsid w:val="008B5398"/>
    <w:rsid w:val="008C2F61"/>
    <w:rsid w:val="008F2E1D"/>
    <w:rsid w:val="008F3D1D"/>
    <w:rsid w:val="008F4444"/>
    <w:rsid w:val="00920AA5"/>
    <w:rsid w:val="009400CC"/>
    <w:rsid w:val="00944B03"/>
    <w:rsid w:val="00955D02"/>
    <w:rsid w:val="00957091"/>
    <w:rsid w:val="00960BF8"/>
    <w:rsid w:val="00965E26"/>
    <w:rsid w:val="00972B62"/>
    <w:rsid w:val="009762C1"/>
    <w:rsid w:val="00980DED"/>
    <w:rsid w:val="009814A9"/>
    <w:rsid w:val="009853F2"/>
    <w:rsid w:val="00987202"/>
    <w:rsid w:val="009940C8"/>
    <w:rsid w:val="009947AC"/>
    <w:rsid w:val="00994E25"/>
    <w:rsid w:val="009A66CE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24939"/>
    <w:rsid w:val="00A2715C"/>
    <w:rsid w:val="00A34CCE"/>
    <w:rsid w:val="00A72F70"/>
    <w:rsid w:val="00A81ED8"/>
    <w:rsid w:val="00A84CCF"/>
    <w:rsid w:val="00A966D0"/>
    <w:rsid w:val="00A97513"/>
    <w:rsid w:val="00AA1570"/>
    <w:rsid w:val="00AB0302"/>
    <w:rsid w:val="00AB26B5"/>
    <w:rsid w:val="00AC004E"/>
    <w:rsid w:val="00AC0472"/>
    <w:rsid w:val="00AC4176"/>
    <w:rsid w:val="00AC7832"/>
    <w:rsid w:val="00AE22A2"/>
    <w:rsid w:val="00B00C89"/>
    <w:rsid w:val="00B11466"/>
    <w:rsid w:val="00B21B75"/>
    <w:rsid w:val="00B2467D"/>
    <w:rsid w:val="00B27D5C"/>
    <w:rsid w:val="00B36474"/>
    <w:rsid w:val="00B7065A"/>
    <w:rsid w:val="00B80C1A"/>
    <w:rsid w:val="00B8473E"/>
    <w:rsid w:val="00B8490B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3538F"/>
    <w:rsid w:val="00C53036"/>
    <w:rsid w:val="00C57BD5"/>
    <w:rsid w:val="00C64274"/>
    <w:rsid w:val="00C71D1B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D05DE3"/>
    <w:rsid w:val="00D13FDF"/>
    <w:rsid w:val="00D17CFA"/>
    <w:rsid w:val="00D25DBD"/>
    <w:rsid w:val="00D6003B"/>
    <w:rsid w:val="00D86520"/>
    <w:rsid w:val="00D94C3D"/>
    <w:rsid w:val="00DA6320"/>
    <w:rsid w:val="00DB439F"/>
    <w:rsid w:val="00DC1E87"/>
    <w:rsid w:val="00DD0AD0"/>
    <w:rsid w:val="00DD20D5"/>
    <w:rsid w:val="00DD45B2"/>
    <w:rsid w:val="00DE6442"/>
    <w:rsid w:val="00DF160E"/>
    <w:rsid w:val="00DF59FB"/>
    <w:rsid w:val="00E01C09"/>
    <w:rsid w:val="00E027EF"/>
    <w:rsid w:val="00E03FCE"/>
    <w:rsid w:val="00E06775"/>
    <w:rsid w:val="00E118E5"/>
    <w:rsid w:val="00E12633"/>
    <w:rsid w:val="00E256CD"/>
    <w:rsid w:val="00E3143A"/>
    <w:rsid w:val="00E32400"/>
    <w:rsid w:val="00E32A88"/>
    <w:rsid w:val="00E349F4"/>
    <w:rsid w:val="00E414AB"/>
    <w:rsid w:val="00E44399"/>
    <w:rsid w:val="00E47DFE"/>
    <w:rsid w:val="00E54A78"/>
    <w:rsid w:val="00E573A8"/>
    <w:rsid w:val="00E65ABE"/>
    <w:rsid w:val="00E66468"/>
    <w:rsid w:val="00E73A4C"/>
    <w:rsid w:val="00E75F15"/>
    <w:rsid w:val="00E77734"/>
    <w:rsid w:val="00E81945"/>
    <w:rsid w:val="00E824FB"/>
    <w:rsid w:val="00E95C32"/>
    <w:rsid w:val="00E97E37"/>
    <w:rsid w:val="00EB3F36"/>
    <w:rsid w:val="00EC17CE"/>
    <w:rsid w:val="00EC7C85"/>
    <w:rsid w:val="00EE7D7D"/>
    <w:rsid w:val="00EF0E05"/>
    <w:rsid w:val="00EF700B"/>
    <w:rsid w:val="00F02CC5"/>
    <w:rsid w:val="00F07FDC"/>
    <w:rsid w:val="00F20ABA"/>
    <w:rsid w:val="00F233A0"/>
    <w:rsid w:val="00F30E79"/>
    <w:rsid w:val="00F31694"/>
    <w:rsid w:val="00F361A2"/>
    <w:rsid w:val="00F50834"/>
    <w:rsid w:val="00F535DE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289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123</cp:revision>
  <cp:lastPrinted>2022-09-06T06:42:00Z</cp:lastPrinted>
  <dcterms:created xsi:type="dcterms:W3CDTF">2021-12-09T11:18:00Z</dcterms:created>
  <dcterms:modified xsi:type="dcterms:W3CDTF">2025-02-11T11:01:00Z</dcterms:modified>
</cp:coreProperties>
</file>