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AC934" w14:textId="6CD35764" w:rsidR="00E876D2" w:rsidRPr="00C86F99" w:rsidRDefault="00C86F99" w:rsidP="003A6868">
      <w:pPr>
        <w:rPr>
          <w:rFonts w:ascii="Arial" w:hAnsi="Arial" w:cs="Arial"/>
        </w:rPr>
      </w:pPr>
      <w:r>
        <w:rPr>
          <w:rFonts w:ascii="Arial" w:hAnsi="Arial" w:cs="Arial"/>
        </w:rPr>
        <w:t>Znak sprawy:</w:t>
      </w:r>
      <w:r w:rsidR="008C4C2D" w:rsidRPr="00C86F99">
        <w:rPr>
          <w:rFonts w:ascii="Arial" w:hAnsi="Arial" w:cs="Arial"/>
        </w:rPr>
        <w:t xml:space="preserve"> </w:t>
      </w:r>
      <w:r w:rsidR="005056BA" w:rsidRPr="00C86F99">
        <w:rPr>
          <w:rFonts w:ascii="Arial" w:hAnsi="Arial" w:cs="Arial"/>
        </w:rPr>
        <w:t>ORG</w:t>
      </w:r>
      <w:r w:rsidR="003A6868" w:rsidRPr="00C86F99">
        <w:rPr>
          <w:rFonts w:ascii="Arial" w:hAnsi="Arial" w:cs="Arial"/>
        </w:rPr>
        <w:t>.KK.2621.</w:t>
      </w:r>
      <w:r w:rsidR="003A2D62" w:rsidRPr="00C86F99">
        <w:rPr>
          <w:rFonts w:ascii="Arial" w:hAnsi="Arial" w:cs="Arial"/>
        </w:rPr>
        <w:t>2</w:t>
      </w:r>
      <w:r w:rsidR="008A721D" w:rsidRPr="00C86F99">
        <w:rPr>
          <w:rFonts w:ascii="Arial" w:hAnsi="Arial" w:cs="Arial"/>
        </w:rPr>
        <w:t>8</w:t>
      </w:r>
      <w:r w:rsidR="003A6868" w:rsidRPr="00C86F99">
        <w:rPr>
          <w:rFonts w:ascii="Arial" w:hAnsi="Arial" w:cs="Arial"/>
        </w:rPr>
        <w:t>.202</w:t>
      </w:r>
      <w:r w:rsidR="00476E4F" w:rsidRPr="00C86F99">
        <w:rPr>
          <w:rFonts w:ascii="Arial" w:hAnsi="Arial" w:cs="Arial"/>
        </w:rPr>
        <w:t>4</w:t>
      </w:r>
    </w:p>
    <w:p w14:paraId="71B7B2C6" w14:textId="481E5DED" w:rsidR="00E876D2" w:rsidRPr="00C86F99" w:rsidRDefault="00E876D2" w:rsidP="003A6868">
      <w:pPr>
        <w:rPr>
          <w:rFonts w:ascii="Arial" w:hAnsi="Arial" w:cs="Arial"/>
        </w:rPr>
      </w:pPr>
      <w:r w:rsidRPr="00C86F99">
        <w:rPr>
          <w:rFonts w:ascii="Arial" w:hAnsi="Arial" w:cs="Arial"/>
        </w:rPr>
        <w:t xml:space="preserve">Załącznik nr </w:t>
      </w:r>
      <w:r w:rsidR="0033515F" w:rsidRPr="00C86F99">
        <w:rPr>
          <w:rFonts w:ascii="Arial" w:hAnsi="Arial" w:cs="Arial"/>
        </w:rPr>
        <w:t>4</w:t>
      </w:r>
      <w:r w:rsidRPr="00C86F99">
        <w:rPr>
          <w:rFonts w:ascii="Arial" w:hAnsi="Arial" w:cs="Arial"/>
        </w:rPr>
        <w:t xml:space="preserve"> do Zaproszenia do składania ofert – </w:t>
      </w:r>
      <w:r w:rsidR="004075B0" w:rsidRPr="00C86F99">
        <w:rPr>
          <w:rFonts w:ascii="Arial" w:hAnsi="Arial" w:cs="Arial"/>
        </w:rPr>
        <w:t xml:space="preserve">Wykaz </w:t>
      </w:r>
      <w:r w:rsidR="002250F9" w:rsidRPr="00C86F99">
        <w:rPr>
          <w:rFonts w:ascii="Arial" w:hAnsi="Arial" w:cs="Arial"/>
        </w:rPr>
        <w:t xml:space="preserve">wykonanych </w:t>
      </w:r>
      <w:r w:rsidR="004075B0" w:rsidRPr="00C86F99">
        <w:rPr>
          <w:rFonts w:ascii="Arial" w:hAnsi="Arial" w:cs="Arial"/>
        </w:rPr>
        <w:t>usług</w:t>
      </w:r>
    </w:p>
    <w:p w14:paraId="38E563A1" w14:textId="21B4469B" w:rsidR="002F712C" w:rsidRPr="002F712C" w:rsidRDefault="002F712C" w:rsidP="00DD53AB">
      <w:pPr>
        <w:pStyle w:val="Legenda"/>
        <w:keepNext/>
        <w:spacing w:before="120"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2F712C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Tabela </w:t>
      </w:r>
      <w:r w:rsidRPr="002F712C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Pr="002F712C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2F712C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r w:rsidRPr="002F712C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Pr="002F712C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Pr="002F712C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Wykaz wykonanych usług</w:t>
      </w:r>
    </w:p>
    <w:tbl>
      <w:tblPr>
        <w:tblW w:w="15026" w:type="dxa"/>
        <w:tblInd w:w="-459" w:type="dxa"/>
        <w:tblLook w:val="0000" w:firstRow="0" w:lastRow="0" w:firstColumn="0" w:lastColumn="0" w:noHBand="0" w:noVBand="0"/>
      </w:tblPr>
      <w:tblGrid>
        <w:gridCol w:w="15026"/>
      </w:tblGrid>
      <w:tr w:rsidR="00B626AD" w:rsidRPr="00C86F99" w14:paraId="66054EAC" w14:textId="77777777" w:rsidTr="00294C8B">
        <w:trPr>
          <w:trHeight w:val="3336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</w:tcPr>
          <w:p w14:paraId="23E5DCFB" w14:textId="0E1C8526" w:rsidR="00B626AD" w:rsidRPr="00C86F99" w:rsidRDefault="00B626AD" w:rsidP="00294C8B">
            <w:pPr>
              <w:suppressAutoHyphens w:val="0"/>
              <w:autoSpaceDE/>
              <w:rPr>
                <w:rFonts w:ascii="Arial" w:hAnsi="Arial" w:cs="Arial"/>
                <w:b/>
                <w:bCs/>
                <w:lang w:eastAsia="pl-PL"/>
              </w:rPr>
            </w:pPr>
          </w:p>
          <w:p w14:paraId="445B4966" w14:textId="77777777" w:rsidR="00B626AD" w:rsidRPr="00C86F99" w:rsidRDefault="00B626AD" w:rsidP="00294C8B">
            <w:pPr>
              <w:suppressAutoHyphens w:val="0"/>
              <w:autoSpaceDE/>
              <w:rPr>
                <w:rFonts w:ascii="Arial" w:hAnsi="Arial" w:cs="Arial"/>
                <w:b/>
                <w:bCs/>
                <w:lang w:eastAsia="pl-PL"/>
              </w:rPr>
            </w:pPr>
            <w:r w:rsidRPr="00C86F99">
              <w:rPr>
                <w:rFonts w:ascii="Arial" w:hAnsi="Arial" w:cs="Arial"/>
                <w:b/>
                <w:bCs/>
                <w:lang w:eastAsia="pl-PL"/>
              </w:rPr>
              <w:t>WYKAZ WYKONANYCH USŁUG</w:t>
            </w:r>
          </w:p>
          <w:p w14:paraId="7D1B9B14" w14:textId="77777777" w:rsidR="00B626AD" w:rsidRPr="00C86F99" w:rsidRDefault="00B626AD" w:rsidP="00294C8B">
            <w:pPr>
              <w:suppressAutoHyphens w:val="0"/>
              <w:autoSpaceDE/>
              <w:jc w:val="both"/>
              <w:rPr>
                <w:rFonts w:ascii="Arial" w:hAnsi="Arial" w:cs="Arial"/>
                <w:lang w:eastAsia="pl-PL"/>
              </w:rPr>
            </w:pPr>
          </w:p>
          <w:tbl>
            <w:tblPr>
              <w:tblpPr w:leftFromText="141" w:rightFromText="141" w:vertAnchor="text" w:horzAnchor="margin" w:tblpY="9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22"/>
              <w:gridCol w:w="4481"/>
              <w:gridCol w:w="3256"/>
              <w:gridCol w:w="6378"/>
            </w:tblGrid>
            <w:tr w:rsidR="00B626AD" w:rsidRPr="00C86F99" w14:paraId="61ADFA90" w14:textId="77777777" w:rsidTr="00294C8B">
              <w:trPr>
                <w:cantSplit/>
                <w:trHeight w:hRule="exact" w:val="866"/>
              </w:trPr>
              <w:tc>
                <w:tcPr>
                  <w:tcW w:w="622" w:type="dxa"/>
                  <w:shd w:val="clear" w:color="auto" w:fill="auto"/>
                  <w:vAlign w:val="center"/>
                </w:tcPr>
                <w:p w14:paraId="271943FB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lang w:eastAsia="pl-PL"/>
                    </w:rPr>
                  </w:pPr>
                  <w:r w:rsidRPr="00C86F99">
                    <w:rPr>
                      <w:rFonts w:ascii="Arial" w:hAnsi="Arial" w:cs="Arial"/>
                      <w:bCs/>
                      <w:lang w:eastAsia="pl-PL"/>
                    </w:rPr>
                    <w:t>Lp.</w:t>
                  </w:r>
                </w:p>
              </w:tc>
              <w:tc>
                <w:tcPr>
                  <w:tcW w:w="4481" w:type="dxa"/>
                  <w:vAlign w:val="center"/>
                </w:tcPr>
                <w:p w14:paraId="0F51B573" w14:textId="77777777" w:rsidR="00B626AD" w:rsidRPr="00C86F99" w:rsidRDefault="00B626AD" w:rsidP="00294C8B">
                  <w:pPr>
                    <w:suppressAutoHyphens w:val="0"/>
                    <w:autoSpaceDE/>
                    <w:rPr>
                      <w:rFonts w:ascii="Arial" w:hAnsi="Arial" w:cs="Arial"/>
                      <w:bCs/>
                      <w:lang w:eastAsia="pl-PL"/>
                    </w:rPr>
                  </w:pPr>
                  <w:r w:rsidRPr="00C86F99">
                    <w:rPr>
                      <w:rFonts w:ascii="Arial" w:hAnsi="Arial" w:cs="Arial"/>
                      <w:bCs/>
                      <w:lang w:eastAsia="pl-PL"/>
                    </w:rPr>
                    <w:t>Nazwa podmiotu, dla którego wykonano usługę</w:t>
                  </w:r>
                </w:p>
                <w:p w14:paraId="4CAAB845" w14:textId="77777777" w:rsidR="00B626AD" w:rsidRPr="00C86F99" w:rsidRDefault="00B626AD" w:rsidP="00294C8B">
                  <w:pPr>
                    <w:suppressAutoHyphens w:val="0"/>
                    <w:autoSpaceDE/>
                    <w:rPr>
                      <w:rFonts w:ascii="Arial" w:hAnsi="Arial" w:cs="Arial"/>
                      <w:bCs/>
                      <w:lang w:eastAsia="pl-PL"/>
                    </w:rPr>
                  </w:pPr>
                  <w:r w:rsidRPr="00C86F99">
                    <w:rPr>
                      <w:rFonts w:ascii="Arial" w:hAnsi="Arial" w:cs="Arial"/>
                      <w:bCs/>
                      <w:lang w:eastAsia="pl-PL"/>
                    </w:rPr>
                    <w:t>(dane teleadresowe)</w:t>
                  </w:r>
                </w:p>
              </w:tc>
              <w:tc>
                <w:tcPr>
                  <w:tcW w:w="3256" w:type="dxa"/>
                  <w:vAlign w:val="center"/>
                </w:tcPr>
                <w:p w14:paraId="4C6C1172" w14:textId="77777777" w:rsidR="00B626AD" w:rsidRPr="00C86F99" w:rsidRDefault="00B626AD" w:rsidP="00294C8B">
                  <w:pPr>
                    <w:suppressAutoHyphens w:val="0"/>
                    <w:autoSpaceDE/>
                    <w:rPr>
                      <w:rFonts w:ascii="Arial" w:hAnsi="Arial" w:cs="Arial"/>
                      <w:bCs/>
                      <w:lang w:eastAsia="pl-PL"/>
                    </w:rPr>
                  </w:pPr>
                  <w:r w:rsidRPr="00C86F99">
                    <w:rPr>
                      <w:rFonts w:ascii="Arial" w:hAnsi="Arial" w:cs="Arial"/>
                      <w:bCs/>
                      <w:lang w:eastAsia="pl-PL"/>
                    </w:rPr>
                    <w:t>Termin zakończenia usługi (</w:t>
                  </w:r>
                  <w:proofErr w:type="spellStart"/>
                  <w:r w:rsidRPr="00C86F99">
                    <w:rPr>
                      <w:rFonts w:ascii="Arial" w:hAnsi="Arial" w:cs="Arial"/>
                      <w:bCs/>
                      <w:lang w:val="de-DE" w:eastAsia="pl-PL"/>
                    </w:rPr>
                    <w:t>dd</w:t>
                  </w:r>
                  <w:proofErr w:type="spellEnd"/>
                  <w:r w:rsidRPr="00C86F99">
                    <w:rPr>
                      <w:rFonts w:ascii="Arial" w:hAnsi="Arial" w:cs="Arial"/>
                      <w:bCs/>
                      <w:lang w:val="de-DE" w:eastAsia="pl-PL"/>
                    </w:rPr>
                    <w:t>/mm/</w:t>
                  </w:r>
                  <w:proofErr w:type="spellStart"/>
                  <w:r w:rsidRPr="00C86F99">
                    <w:rPr>
                      <w:rFonts w:ascii="Arial" w:hAnsi="Arial" w:cs="Arial"/>
                      <w:bCs/>
                      <w:lang w:val="de-DE" w:eastAsia="pl-PL"/>
                    </w:rPr>
                    <w:t>rr</w:t>
                  </w:r>
                  <w:proofErr w:type="spellEnd"/>
                  <w:r w:rsidRPr="00C86F99">
                    <w:rPr>
                      <w:rFonts w:ascii="Arial" w:hAnsi="Arial" w:cs="Arial"/>
                      <w:bCs/>
                      <w:lang w:val="de-DE" w:eastAsia="pl-PL"/>
                    </w:rPr>
                    <w:t>)</w:t>
                  </w:r>
                </w:p>
              </w:tc>
              <w:tc>
                <w:tcPr>
                  <w:tcW w:w="6378" w:type="dxa"/>
                  <w:vAlign w:val="center"/>
                </w:tcPr>
                <w:p w14:paraId="68E62F35" w14:textId="77777777" w:rsidR="00B626AD" w:rsidRPr="00C86F99" w:rsidRDefault="00B626AD" w:rsidP="00294C8B">
                  <w:pPr>
                    <w:suppressAutoHyphens w:val="0"/>
                    <w:autoSpaceDE/>
                    <w:rPr>
                      <w:rFonts w:ascii="Arial" w:hAnsi="Arial" w:cs="Arial"/>
                      <w:bCs/>
                      <w:lang w:eastAsia="pl-PL"/>
                    </w:rPr>
                  </w:pPr>
                  <w:r w:rsidRPr="00C86F99">
                    <w:rPr>
                      <w:rFonts w:ascii="Arial" w:hAnsi="Arial" w:cs="Arial"/>
                      <w:bCs/>
                      <w:lang w:eastAsia="pl-PL"/>
                    </w:rPr>
                    <w:t>Przedmiot usługi</w:t>
                  </w:r>
                </w:p>
              </w:tc>
            </w:tr>
            <w:tr w:rsidR="00B626AD" w:rsidRPr="00C86F99" w14:paraId="7E8781AB" w14:textId="77777777" w:rsidTr="00294C8B">
              <w:trPr>
                <w:cantSplit/>
                <w:trHeight w:hRule="exact" w:val="866"/>
              </w:trPr>
              <w:tc>
                <w:tcPr>
                  <w:tcW w:w="622" w:type="dxa"/>
                  <w:shd w:val="clear" w:color="auto" w:fill="auto"/>
                  <w:vAlign w:val="center"/>
                </w:tcPr>
                <w:p w14:paraId="6A725F3F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lang w:eastAsia="pl-PL"/>
                    </w:rPr>
                  </w:pPr>
                  <w:r w:rsidRPr="00C86F99">
                    <w:rPr>
                      <w:rFonts w:ascii="Arial" w:hAnsi="Arial" w:cs="Arial"/>
                      <w:bCs/>
                      <w:lang w:eastAsia="pl-PL"/>
                    </w:rPr>
                    <w:t>1.</w:t>
                  </w:r>
                </w:p>
              </w:tc>
              <w:tc>
                <w:tcPr>
                  <w:tcW w:w="4481" w:type="dxa"/>
                  <w:vAlign w:val="center"/>
                </w:tcPr>
                <w:p w14:paraId="40BCD42B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lang w:eastAsia="pl-PL"/>
                    </w:rPr>
                  </w:pPr>
                </w:p>
              </w:tc>
              <w:tc>
                <w:tcPr>
                  <w:tcW w:w="3256" w:type="dxa"/>
                  <w:vAlign w:val="center"/>
                </w:tcPr>
                <w:p w14:paraId="27245F1F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lang w:eastAsia="pl-PL"/>
                    </w:rPr>
                  </w:pPr>
                </w:p>
              </w:tc>
              <w:tc>
                <w:tcPr>
                  <w:tcW w:w="6378" w:type="dxa"/>
                  <w:vAlign w:val="center"/>
                </w:tcPr>
                <w:p w14:paraId="3961F883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Cs/>
                      <w:lang w:eastAsia="pl-PL"/>
                    </w:rPr>
                  </w:pPr>
                </w:p>
              </w:tc>
            </w:tr>
            <w:tr w:rsidR="00B626AD" w:rsidRPr="00C86F99" w14:paraId="30889938" w14:textId="77777777" w:rsidTr="00294C8B">
              <w:trPr>
                <w:cantSplit/>
                <w:trHeight w:hRule="exact" w:val="794"/>
              </w:trPr>
              <w:tc>
                <w:tcPr>
                  <w:tcW w:w="622" w:type="dxa"/>
                  <w:shd w:val="clear" w:color="auto" w:fill="auto"/>
                </w:tcPr>
                <w:p w14:paraId="2F867349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lang w:eastAsia="pl-PL"/>
                    </w:rPr>
                  </w:pPr>
                  <w:r w:rsidRPr="00C86F99">
                    <w:rPr>
                      <w:rFonts w:ascii="Arial" w:hAnsi="Arial" w:cs="Arial"/>
                      <w:lang w:eastAsia="pl-PL"/>
                    </w:rPr>
                    <w:t>2.</w:t>
                  </w:r>
                </w:p>
              </w:tc>
              <w:tc>
                <w:tcPr>
                  <w:tcW w:w="4481" w:type="dxa"/>
                </w:tcPr>
                <w:p w14:paraId="54017C3A" w14:textId="77777777" w:rsidR="00B626AD" w:rsidRPr="00C86F99" w:rsidRDefault="00B626AD" w:rsidP="00294C8B">
                  <w:pPr>
                    <w:suppressAutoHyphens w:val="0"/>
                    <w:autoSpaceDE/>
                    <w:rPr>
                      <w:rFonts w:ascii="Arial" w:hAnsi="Arial" w:cs="Arial"/>
                      <w:b/>
                      <w:lang w:eastAsia="pl-PL"/>
                    </w:rPr>
                  </w:pPr>
                </w:p>
              </w:tc>
              <w:tc>
                <w:tcPr>
                  <w:tcW w:w="3256" w:type="dxa"/>
                </w:tcPr>
                <w:p w14:paraId="5807AC90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b/>
                      <w:lang w:eastAsia="pl-PL"/>
                    </w:rPr>
                  </w:pPr>
                </w:p>
              </w:tc>
              <w:tc>
                <w:tcPr>
                  <w:tcW w:w="6378" w:type="dxa"/>
                </w:tcPr>
                <w:p w14:paraId="3973F4F1" w14:textId="77777777" w:rsidR="00B626AD" w:rsidRPr="00C86F99" w:rsidRDefault="00B626AD" w:rsidP="00294C8B">
                  <w:pPr>
                    <w:suppressAutoHyphens w:val="0"/>
                    <w:autoSpaceDE/>
                    <w:jc w:val="center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14:paraId="31716390" w14:textId="3213826E" w:rsidR="00465882" w:rsidRPr="00C86F99" w:rsidRDefault="00B626AD" w:rsidP="002D1301">
            <w:pPr>
              <w:suppressAutoHyphens w:val="0"/>
              <w:autoSpaceDE/>
              <w:jc w:val="both"/>
              <w:rPr>
                <w:rFonts w:ascii="Arial" w:hAnsi="Arial" w:cs="Arial"/>
                <w:u w:val="single"/>
                <w:lang w:eastAsia="pl-PL"/>
              </w:rPr>
            </w:pPr>
            <w:r w:rsidRPr="00C86F99">
              <w:rPr>
                <w:rFonts w:ascii="Arial" w:hAnsi="Arial" w:cs="Arial"/>
                <w:lang w:eastAsia="pl-PL"/>
              </w:rPr>
              <w:t>O udzielenie zamówienia może się ubiegać Wykonawca, który należycie wykonał w okresie ostatnich 3 lat przed upływem składania ofert,</w:t>
            </w:r>
            <w:r w:rsidR="00465882" w:rsidRPr="00C86F99">
              <w:rPr>
                <w:rFonts w:ascii="Arial" w:hAnsi="Arial" w:cs="Arial"/>
                <w:lang w:eastAsia="pl-PL"/>
              </w:rPr>
              <w:t xml:space="preserve"> </w:t>
            </w:r>
            <w:r w:rsidRPr="00C86F99">
              <w:rPr>
                <w:rFonts w:ascii="Arial" w:hAnsi="Arial" w:cs="Arial"/>
                <w:lang w:eastAsia="pl-PL"/>
              </w:rPr>
              <w:t xml:space="preserve">a jeżeli okres prowadzenia działalności jest krótszy – w tym okresie, </w:t>
            </w:r>
            <w:r w:rsidRPr="00C86F99">
              <w:rPr>
                <w:rFonts w:ascii="Arial" w:hAnsi="Arial" w:cs="Arial"/>
                <w:u w:val="single"/>
                <w:lang w:eastAsia="pl-PL"/>
              </w:rPr>
              <w:t xml:space="preserve">co najmniej DWIE usługi </w:t>
            </w:r>
            <w:r w:rsidR="00617EC4" w:rsidRPr="00C86F99">
              <w:rPr>
                <w:rFonts w:ascii="Arial" w:hAnsi="Arial" w:cs="Arial"/>
                <w:u w:val="single"/>
                <w:lang w:eastAsia="pl-PL"/>
              </w:rPr>
              <w:t>polegające na opracowaniu graficznym i wydruku ulotek, broszur, innych publikacji</w:t>
            </w:r>
            <w:r w:rsidRPr="00C86F99">
              <w:rPr>
                <w:rFonts w:ascii="Arial" w:hAnsi="Arial" w:cs="Arial"/>
                <w:u w:val="single"/>
                <w:lang w:eastAsia="pl-PL"/>
              </w:rPr>
              <w:t>.</w:t>
            </w:r>
          </w:p>
        </w:tc>
      </w:tr>
    </w:tbl>
    <w:p w14:paraId="4A389643" w14:textId="77777777" w:rsidR="00DC796E" w:rsidRPr="00EF63AB" w:rsidRDefault="00DC796E" w:rsidP="00DC796E">
      <w:pPr>
        <w:tabs>
          <w:tab w:val="left" w:pos="1140"/>
        </w:tabs>
        <w:suppressAutoHyphens w:val="0"/>
        <w:autoSpaceDE/>
        <w:spacing w:before="240"/>
        <w:rPr>
          <w:rFonts w:ascii="Arial" w:hAnsi="Arial" w:cs="Arial"/>
          <w:bCs/>
          <w:lang w:eastAsia="pl-PL"/>
        </w:rPr>
      </w:pPr>
      <w:r w:rsidRPr="00EF63AB">
        <w:rPr>
          <w:rFonts w:ascii="Arial" w:hAnsi="Arial" w:cs="Arial"/>
          <w:b/>
          <w:lang w:eastAsia="pl-PL"/>
        </w:rPr>
        <w:t xml:space="preserve">UWAGA! </w:t>
      </w:r>
      <w:r w:rsidRPr="00EF63AB">
        <w:rPr>
          <w:rFonts w:ascii="Arial" w:hAnsi="Arial" w:cs="Arial"/>
          <w:b/>
          <w:bCs/>
          <w:lang w:eastAsia="pl-PL"/>
        </w:rPr>
        <w:t xml:space="preserve">Należy załączyć dowody potwierdzające, że usługi zostały wykonane należycie </w:t>
      </w:r>
      <w:r w:rsidRPr="00EF63AB">
        <w:rPr>
          <w:rFonts w:ascii="Arial" w:hAnsi="Arial" w:cs="Arial"/>
          <w:bCs/>
          <w:lang w:eastAsia="pl-PL"/>
        </w:rPr>
        <w:t>(w formie oryginału lub kopii poświadczonej za zgodność z oryginałem przez Wykonawcę).</w:t>
      </w:r>
    </w:p>
    <w:p w14:paraId="227B1A96" w14:textId="2D1BE95E" w:rsidR="003A6868" w:rsidRDefault="00DC796E" w:rsidP="00121A57">
      <w:pPr>
        <w:tabs>
          <w:tab w:val="left" w:pos="1140"/>
        </w:tabs>
        <w:suppressAutoHyphens w:val="0"/>
        <w:autoSpaceDE/>
        <w:spacing w:after="360"/>
        <w:rPr>
          <w:rFonts w:ascii="Arial" w:hAnsi="Arial" w:cs="Arial"/>
          <w:lang w:eastAsia="pl-PL"/>
        </w:rPr>
      </w:pPr>
      <w:r w:rsidRPr="00EF63AB">
        <w:rPr>
          <w:rFonts w:ascii="Arial" w:hAnsi="Arial" w:cs="Arial"/>
          <w:lang w:eastAsia="pl-PL"/>
        </w:rPr>
        <w:t>Do wykazu należy wpisać jedynie te usługi, które zostały zakończone przed upływem terminu składania ofert. Usługi, które nie zostały zakończone do upływu tego terminu, nie będą brane pod uwagę.</w:t>
      </w:r>
    </w:p>
    <w:p w14:paraId="2B674D1E" w14:textId="77777777" w:rsidR="00121A57" w:rsidRPr="008B3E81" w:rsidRDefault="00121A57" w:rsidP="00121A57">
      <w:pPr>
        <w:tabs>
          <w:tab w:val="left" w:leader="dot" w:pos="3402"/>
        </w:tabs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350634F7" w14:textId="77777777" w:rsidR="00121A57" w:rsidRPr="008B3E81" w:rsidRDefault="00121A57" w:rsidP="00121A57">
      <w:pPr>
        <w:tabs>
          <w:tab w:val="left" w:leader="dot" w:pos="3402"/>
        </w:tabs>
        <w:suppressAutoHyphens w:val="0"/>
        <w:autoSpaceDE/>
        <w:spacing w:after="480" w:line="276" w:lineRule="auto"/>
        <w:rPr>
          <w:rFonts w:ascii="Arial" w:hAnsi="Arial" w:cs="Arial"/>
          <w:bCs/>
          <w:lang w:eastAsia="pl-PL"/>
        </w:rPr>
      </w:pPr>
      <w:r w:rsidRPr="008B3E81">
        <w:rPr>
          <w:rFonts w:ascii="Arial" w:hAnsi="Arial" w:cs="Arial"/>
          <w:bCs/>
          <w:lang w:eastAsia="pl-PL"/>
        </w:rPr>
        <w:t>(miejsce, data)</w:t>
      </w:r>
    </w:p>
    <w:p w14:paraId="4A2AC2FE" w14:textId="77777777" w:rsidR="00121A57" w:rsidRPr="008B3E81" w:rsidRDefault="00121A57" w:rsidP="00121A57">
      <w:pPr>
        <w:tabs>
          <w:tab w:val="left" w:leader="dot" w:pos="3402"/>
        </w:tabs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65876D40" w14:textId="77777777" w:rsidR="00121A57" w:rsidRPr="008B3E81" w:rsidRDefault="00121A57" w:rsidP="00121A57">
      <w:pPr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lastRenderedPageBreak/>
        <w:t>(podpis zgodnie z rozdziałem V. Zaproszenia do składania ofert)</w:t>
      </w:r>
    </w:p>
    <w:p w14:paraId="4C6DCD3C" w14:textId="77777777" w:rsidR="00121A57" w:rsidRPr="00121A57" w:rsidRDefault="00121A57" w:rsidP="00121A57">
      <w:pPr>
        <w:tabs>
          <w:tab w:val="left" w:pos="1140"/>
        </w:tabs>
        <w:suppressAutoHyphens w:val="0"/>
        <w:autoSpaceDE/>
        <w:spacing w:after="360"/>
        <w:rPr>
          <w:rFonts w:ascii="Arial" w:hAnsi="Arial" w:cs="Arial"/>
          <w:lang w:eastAsia="pl-PL"/>
        </w:rPr>
      </w:pPr>
    </w:p>
    <w:sectPr w:rsidR="00121A57" w:rsidRPr="00121A57" w:rsidSect="002250F9">
      <w:headerReference w:type="default" r:id="rId8"/>
      <w:footerReference w:type="default" r:id="rId9"/>
      <w:pgSz w:w="16838" w:h="11906" w:orient="landscape"/>
      <w:pgMar w:top="1276" w:right="1843" w:bottom="1417" w:left="1418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6E50B" w14:textId="77777777" w:rsidR="00786B2E" w:rsidRDefault="00786B2E" w:rsidP="00EE7D7D">
      <w:r>
        <w:separator/>
      </w:r>
    </w:p>
  </w:endnote>
  <w:endnote w:type="continuationSeparator" w:id="0">
    <w:p w14:paraId="6D216DDA" w14:textId="77777777" w:rsidR="00786B2E" w:rsidRDefault="00786B2E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48EF" w14:textId="6AC9EB36" w:rsidR="00EE7D7D" w:rsidRPr="00EE7D7D" w:rsidRDefault="008F13C3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5F517864" wp14:editId="5384853F">
          <wp:extent cx="5760720" cy="609600"/>
          <wp:effectExtent l="0" t="0" r="0" b="0"/>
          <wp:docPr id="391102423" name="Obraz 3911024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97436" w14:textId="77777777" w:rsidR="00786B2E" w:rsidRDefault="00786B2E" w:rsidP="00EE7D7D">
      <w:r>
        <w:separator/>
      </w:r>
    </w:p>
  </w:footnote>
  <w:footnote w:type="continuationSeparator" w:id="0">
    <w:p w14:paraId="2250B9C6" w14:textId="77777777" w:rsidR="00786B2E" w:rsidRDefault="00786B2E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543ECD3E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599905494" name="Obraz 59990549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695C4D" w14:textId="77777777" w:rsidR="00CE100E" w:rsidRPr="00126942" w:rsidRDefault="00CE100E" w:rsidP="00CE100E">
    <w:pPr>
      <w:jc w:val="right"/>
      <w:rPr>
        <w:rFonts w:ascii="Arial" w:hAnsi="Arial" w:cs="Arial"/>
        <w:sz w:val="16"/>
        <w:lang w:val="en-US"/>
      </w:rPr>
    </w:pPr>
    <w:r w:rsidRPr="00126942">
      <w:rPr>
        <w:rFonts w:ascii="Arial" w:hAnsi="Arial" w:cs="Arial"/>
        <w:sz w:val="16"/>
        <w:lang w:val="en-US"/>
      </w:rPr>
      <w:t>fax 81 462 38 40</w:t>
    </w:r>
  </w:p>
  <w:p w14:paraId="36069C43" w14:textId="77777777" w:rsidR="00CE100E" w:rsidRPr="00126942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126942">
      <w:rPr>
        <w:rFonts w:ascii="Arial" w:hAnsi="Arial" w:cs="Arial"/>
        <w:sz w:val="16"/>
        <w:lang w:val="de-DE"/>
      </w:rPr>
      <w:t>e-mail</w:t>
    </w:r>
    <w:proofErr w:type="spellEnd"/>
    <w:r w:rsidRPr="00126942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126942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36A58936" w14:textId="3DD6596A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126942">
      <w:rPr>
        <w:rFonts w:ascii="Arial" w:hAnsi="Arial" w:cs="Arial"/>
        <w:sz w:val="16"/>
        <w:lang w:val="de-DE"/>
      </w:rPr>
      <w:t>fundusze</w:t>
    </w:r>
    <w:r w:rsidR="00561BC6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5C1D39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247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275EE"/>
    <w:rsid w:val="00040C8A"/>
    <w:rsid w:val="0006138B"/>
    <w:rsid w:val="00067EE1"/>
    <w:rsid w:val="000865A3"/>
    <w:rsid w:val="000A2EEF"/>
    <w:rsid w:val="000B5C1D"/>
    <w:rsid w:val="000C270C"/>
    <w:rsid w:val="000C690B"/>
    <w:rsid w:val="00101BB0"/>
    <w:rsid w:val="00104B4C"/>
    <w:rsid w:val="00110825"/>
    <w:rsid w:val="00114145"/>
    <w:rsid w:val="001218D1"/>
    <w:rsid w:val="00121A57"/>
    <w:rsid w:val="00126942"/>
    <w:rsid w:val="001459B4"/>
    <w:rsid w:val="00150535"/>
    <w:rsid w:val="001673C6"/>
    <w:rsid w:val="001832FF"/>
    <w:rsid w:val="0018641A"/>
    <w:rsid w:val="00192E67"/>
    <w:rsid w:val="001D174F"/>
    <w:rsid w:val="001E41CC"/>
    <w:rsid w:val="001F35A7"/>
    <w:rsid w:val="001F54FF"/>
    <w:rsid w:val="002020B2"/>
    <w:rsid w:val="002250F9"/>
    <w:rsid w:val="00231677"/>
    <w:rsid w:val="00241F55"/>
    <w:rsid w:val="002508E1"/>
    <w:rsid w:val="00275676"/>
    <w:rsid w:val="00275CC1"/>
    <w:rsid w:val="00280A93"/>
    <w:rsid w:val="00280CAF"/>
    <w:rsid w:val="0028287B"/>
    <w:rsid w:val="0028566B"/>
    <w:rsid w:val="002A3905"/>
    <w:rsid w:val="002B3E6A"/>
    <w:rsid w:val="002C325D"/>
    <w:rsid w:val="002C5AE3"/>
    <w:rsid w:val="002D1301"/>
    <w:rsid w:val="002D18BF"/>
    <w:rsid w:val="002E3600"/>
    <w:rsid w:val="002F3F53"/>
    <w:rsid w:val="002F712C"/>
    <w:rsid w:val="003109E5"/>
    <w:rsid w:val="00315648"/>
    <w:rsid w:val="0033250D"/>
    <w:rsid w:val="0033515F"/>
    <w:rsid w:val="003504A8"/>
    <w:rsid w:val="00381EDE"/>
    <w:rsid w:val="0039116A"/>
    <w:rsid w:val="00396FB6"/>
    <w:rsid w:val="003A2D62"/>
    <w:rsid w:val="003A4AFE"/>
    <w:rsid w:val="003A6868"/>
    <w:rsid w:val="003A7690"/>
    <w:rsid w:val="003B66FD"/>
    <w:rsid w:val="00404D5D"/>
    <w:rsid w:val="004075B0"/>
    <w:rsid w:val="0041010D"/>
    <w:rsid w:val="0041510E"/>
    <w:rsid w:val="00443C9F"/>
    <w:rsid w:val="0045622B"/>
    <w:rsid w:val="00456E5F"/>
    <w:rsid w:val="00465882"/>
    <w:rsid w:val="00470F19"/>
    <w:rsid w:val="004737CC"/>
    <w:rsid w:val="00476E4F"/>
    <w:rsid w:val="0048751A"/>
    <w:rsid w:val="00491FC9"/>
    <w:rsid w:val="004945BB"/>
    <w:rsid w:val="004C7953"/>
    <w:rsid w:val="004E5284"/>
    <w:rsid w:val="00503247"/>
    <w:rsid w:val="00503591"/>
    <w:rsid w:val="005056BA"/>
    <w:rsid w:val="00513CB4"/>
    <w:rsid w:val="005166DC"/>
    <w:rsid w:val="00557B69"/>
    <w:rsid w:val="00560298"/>
    <w:rsid w:val="00561BC6"/>
    <w:rsid w:val="00566F5D"/>
    <w:rsid w:val="00585966"/>
    <w:rsid w:val="005A5EA1"/>
    <w:rsid w:val="005B2C9E"/>
    <w:rsid w:val="005C2C53"/>
    <w:rsid w:val="005D12C8"/>
    <w:rsid w:val="005E1D9F"/>
    <w:rsid w:val="005E4B4E"/>
    <w:rsid w:val="00601613"/>
    <w:rsid w:val="00607BD0"/>
    <w:rsid w:val="006101A2"/>
    <w:rsid w:val="00617EC4"/>
    <w:rsid w:val="0062104C"/>
    <w:rsid w:val="00630AA6"/>
    <w:rsid w:val="00633B0D"/>
    <w:rsid w:val="00635F4D"/>
    <w:rsid w:val="00664A26"/>
    <w:rsid w:val="006808DF"/>
    <w:rsid w:val="006A5B7B"/>
    <w:rsid w:val="006D3027"/>
    <w:rsid w:val="00704209"/>
    <w:rsid w:val="00715729"/>
    <w:rsid w:val="00716A80"/>
    <w:rsid w:val="00717544"/>
    <w:rsid w:val="00735520"/>
    <w:rsid w:val="00737280"/>
    <w:rsid w:val="00756FD3"/>
    <w:rsid w:val="00780FEE"/>
    <w:rsid w:val="00782C9F"/>
    <w:rsid w:val="00786B2E"/>
    <w:rsid w:val="0079085A"/>
    <w:rsid w:val="0079124C"/>
    <w:rsid w:val="007C28A6"/>
    <w:rsid w:val="007C5884"/>
    <w:rsid w:val="007D187E"/>
    <w:rsid w:val="007D38D2"/>
    <w:rsid w:val="00801CAC"/>
    <w:rsid w:val="0082006F"/>
    <w:rsid w:val="008208E5"/>
    <w:rsid w:val="008249BC"/>
    <w:rsid w:val="00827A0B"/>
    <w:rsid w:val="00831697"/>
    <w:rsid w:val="00836C7D"/>
    <w:rsid w:val="00865778"/>
    <w:rsid w:val="0088199B"/>
    <w:rsid w:val="00893B57"/>
    <w:rsid w:val="008A721D"/>
    <w:rsid w:val="008C2A51"/>
    <w:rsid w:val="008C4C2D"/>
    <w:rsid w:val="008E6056"/>
    <w:rsid w:val="008F13C3"/>
    <w:rsid w:val="008F2C34"/>
    <w:rsid w:val="00911321"/>
    <w:rsid w:val="00913FAF"/>
    <w:rsid w:val="009314E3"/>
    <w:rsid w:val="00942B63"/>
    <w:rsid w:val="009540B1"/>
    <w:rsid w:val="00955D02"/>
    <w:rsid w:val="00972833"/>
    <w:rsid w:val="009817F6"/>
    <w:rsid w:val="0098470E"/>
    <w:rsid w:val="009853F2"/>
    <w:rsid w:val="00996ADC"/>
    <w:rsid w:val="009A2A17"/>
    <w:rsid w:val="009A42BF"/>
    <w:rsid w:val="009B3C25"/>
    <w:rsid w:val="009B67C6"/>
    <w:rsid w:val="009E25F6"/>
    <w:rsid w:val="009E54CA"/>
    <w:rsid w:val="009F2C05"/>
    <w:rsid w:val="009F7D2D"/>
    <w:rsid w:val="00A049DE"/>
    <w:rsid w:val="00A203FC"/>
    <w:rsid w:val="00A26CF5"/>
    <w:rsid w:val="00A42763"/>
    <w:rsid w:val="00A56B94"/>
    <w:rsid w:val="00A71252"/>
    <w:rsid w:val="00A81E9D"/>
    <w:rsid w:val="00A83526"/>
    <w:rsid w:val="00A850EE"/>
    <w:rsid w:val="00A876B8"/>
    <w:rsid w:val="00A953DD"/>
    <w:rsid w:val="00A978DE"/>
    <w:rsid w:val="00AB6641"/>
    <w:rsid w:val="00AC004E"/>
    <w:rsid w:val="00AD7ADD"/>
    <w:rsid w:val="00AE22A2"/>
    <w:rsid w:val="00AE2786"/>
    <w:rsid w:val="00B00C89"/>
    <w:rsid w:val="00B24B30"/>
    <w:rsid w:val="00B34B5E"/>
    <w:rsid w:val="00B43550"/>
    <w:rsid w:val="00B626AD"/>
    <w:rsid w:val="00B85BD4"/>
    <w:rsid w:val="00B95767"/>
    <w:rsid w:val="00B97AA4"/>
    <w:rsid w:val="00BD5E69"/>
    <w:rsid w:val="00BE4A0C"/>
    <w:rsid w:val="00BE5CF1"/>
    <w:rsid w:val="00BE71E8"/>
    <w:rsid w:val="00BF373B"/>
    <w:rsid w:val="00C05320"/>
    <w:rsid w:val="00C10975"/>
    <w:rsid w:val="00C205CB"/>
    <w:rsid w:val="00C223C4"/>
    <w:rsid w:val="00C2513B"/>
    <w:rsid w:val="00C27FBE"/>
    <w:rsid w:val="00C53036"/>
    <w:rsid w:val="00C64274"/>
    <w:rsid w:val="00C764C4"/>
    <w:rsid w:val="00C86F99"/>
    <w:rsid w:val="00C93B46"/>
    <w:rsid w:val="00CB0F97"/>
    <w:rsid w:val="00CC2709"/>
    <w:rsid w:val="00CE063D"/>
    <w:rsid w:val="00CE100E"/>
    <w:rsid w:val="00D0236E"/>
    <w:rsid w:val="00D07723"/>
    <w:rsid w:val="00D22067"/>
    <w:rsid w:val="00D2675C"/>
    <w:rsid w:val="00D3171D"/>
    <w:rsid w:val="00D44290"/>
    <w:rsid w:val="00D46E60"/>
    <w:rsid w:val="00D835A4"/>
    <w:rsid w:val="00D8685F"/>
    <w:rsid w:val="00DA3031"/>
    <w:rsid w:val="00DA496A"/>
    <w:rsid w:val="00DA67EF"/>
    <w:rsid w:val="00DB0F08"/>
    <w:rsid w:val="00DB1EC2"/>
    <w:rsid w:val="00DC796E"/>
    <w:rsid w:val="00DD3AC2"/>
    <w:rsid w:val="00DD45B2"/>
    <w:rsid w:val="00DD53AB"/>
    <w:rsid w:val="00DE119F"/>
    <w:rsid w:val="00E04619"/>
    <w:rsid w:val="00E21ED2"/>
    <w:rsid w:val="00E25016"/>
    <w:rsid w:val="00E26B12"/>
    <w:rsid w:val="00E54721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5408"/>
    <w:rsid w:val="00EC64CC"/>
    <w:rsid w:val="00EC7C85"/>
    <w:rsid w:val="00EE548D"/>
    <w:rsid w:val="00EE7D7D"/>
    <w:rsid w:val="00EF700B"/>
    <w:rsid w:val="00F067A8"/>
    <w:rsid w:val="00F233A0"/>
    <w:rsid w:val="00F555CC"/>
    <w:rsid w:val="00F5675B"/>
    <w:rsid w:val="00F6400E"/>
    <w:rsid w:val="00F90D47"/>
    <w:rsid w:val="00F96F15"/>
    <w:rsid w:val="00FA66C9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2F712C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239</TotalTime>
  <Pages>2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129</cp:revision>
  <cp:lastPrinted>2016-04-29T10:29:00Z</cp:lastPrinted>
  <dcterms:created xsi:type="dcterms:W3CDTF">2016-02-05T13:12:00Z</dcterms:created>
  <dcterms:modified xsi:type="dcterms:W3CDTF">2025-01-24T12:52:00Z</dcterms:modified>
</cp:coreProperties>
</file>